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3B3BC8" w:rsidP="55890CBC" w:rsidRDefault="003B3BC8" w14:paraId="35CBA155" wp14:textId="77777777">
      <w:pPr>
        <w:pStyle w:val="BodyText"/>
        <w:pBdr>
          <w:left w:val="single" w:color="FF000000" w:sz="2" w:space="0"/>
          <w:right w:val="single" w:color="FF000000" w:sz="2" w:space="1"/>
        </w:pBdr>
        <w:rPr>
          <w:rFonts w:ascii="Segoe UI" w:hAnsi="Segoe UI" w:eastAsia="Segoe UI" w:cs="Segoe UI"/>
        </w:rPr>
      </w:pPr>
      <w:r w:rsidRPr="55890CBC" w:rsidR="003B3BC8">
        <w:rPr>
          <w:rFonts w:ascii="Segoe UI" w:hAnsi="Segoe UI" w:eastAsia="Segoe UI" w:cs="Segoe UI"/>
        </w:rPr>
        <w:t xml:space="preserve"> [Insert </w:t>
      </w:r>
      <w:r w:rsidRPr="55890CBC" w:rsidR="003B3BC8">
        <w:rPr>
          <w:rFonts w:ascii="Segoe UI" w:hAnsi="Segoe UI" w:eastAsia="Segoe UI" w:cs="Segoe UI"/>
        </w:rPr>
        <w:t>organisation</w:t>
      </w:r>
      <w:r w:rsidRPr="55890CBC" w:rsidR="003B3BC8">
        <w:rPr>
          <w:rFonts w:ascii="Segoe UI" w:hAnsi="Segoe UI" w:eastAsia="Segoe UI" w:cs="Segoe UI"/>
        </w:rPr>
        <w:t xml:space="preserve"> name/logo]</w:t>
      </w:r>
    </w:p>
    <w:p xmlns:wp14="http://schemas.microsoft.com/office/word/2010/wordml" w:rsidRPr="00F10799" w:rsidR="003B3BC8" w:rsidP="55890CBC" w:rsidRDefault="003B3BC8" w14:paraId="672A6659" wp14:textId="77777777">
      <w:pPr>
        <w:rPr>
          <w:rFonts w:ascii="Segoe UI" w:hAnsi="Segoe UI" w:eastAsia="Segoe UI" w:cs="Segoe UI"/>
          <w:sz w:val="20"/>
          <w:szCs w:val="20"/>
        </w:rPr>
      </w:pPr>
    </w:p>
    <w:p xmlns:wp14="http://schemas.microsoft.com/office/word/2010/wordml" w:rsidRPr="005A169E" w:rsidR="003B3BC8" w:rsidP="55890CBC" w:rsidRDefault="003104CC" w14:paraId="70665572" wp14:textId="77777777">
      <w:pPr>
        <w:pStyle w:val="Heading1"/>
        <w:rPr>
          <w:rFonts w:ascii="Segoe UI" w:hAnsi="Segoe UI" w:eastAsia="Segoe UI" w:cs="Segoe UI"/>
          <w:sz w:val="36"/>
          <w:szCs w:val="36"/>
        </w:rPr>
      </w:pPr>
      <w:r w:rsidRPr="55890CBC" w:rsidR="003104CC">
        <w:rPr>
          <w:rFonts w:ascii="Segoe UI" w:hAnsi="Segoe UI" w:eastAsia="Segoe UI" w:cs="Segoe UI"/>
          <w:sz w:val="36"/>
          <w:szCs w:val="36"/>
        </w:rPr>
        <w:t xml:space="preserve">PARTNERSHIPS ENGAGEMENT CHECKLIST </w:t>
      </w:r>
    </w:p>
    <w:p xmlns:wp14="http://schemas.microsoft.com/office/word/2010/wordml" w:rsidRPr="00730AA7" w:rsidR="00730AA7" w:rsidP="55890CBC" w:rsidRDefault="00730AA7" w14:paraId="0A37501D" wp14:textId="77777777">
      <w:pPr>
        <w:rPr>
          <w:rFonts w:ascii="Segoe UI" w:hAnsi="Segoe UI" w:eastAsia="Segoe UI" w:cs="Segoe UI"/>
          <w:b w:val="1"/>
          <w:bCs w:val="1"/>
        </w:rPr>
      </w:pPr>
    </w:p>
    <w:p xmlns:wp14="http://schemas.microsoft.com/office/word/2010/wordml" w:rsidR="005267DC" w:rsidP="55890CBC" w:rsidRDefault="005267DC" w14:paraId="70EE5C7D" wp14:textId="77777777">
      <w:pPr>
        <w:rPr>
          <w:rFonts w:ascii="Segoe UI" w:hAnsi="Segoe UI" w:eastAsia="Segoe UI" w:cs="Segoe UI"/>
          <w:sz w:val="22"/>
          <w:szCs w:val="22"/>
        </w:rPr>
      </w:pPr>
      <w:r w:rsidRPr="55890CBC" w:rsidR="005267D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890CBC" w:rsidR="005267DC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890CBC" w:rsidR="005267DC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</w:t>
      </w:r>
      <w:r w:rsidRPr="55890CBC" w:rsidR="005267DC">
        <w:rPr>
          <w:rFonts w:ascii="Segoe UI" w:hAnsi="Segoe UI" w:eastAsia="Segoe UI" w:cs="Segoe UI"/>
          <w:sz w:val="22"/>
          <w:szCs w:val="22"/>
        </w:rPr>
        <w:t>enters into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a range of external partnerships as a way of working with other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organisations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or groups of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organisations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for the benefit of </w:t>
      </w:r>
      <w:r w:rsidRPr="55890CBC" w:rsidR="004930E4">
        <w:rPr>
          <w:rFonts w:ascii="Segoe UI" w:hAnsi="Segoe UI" w:eastAsia="Segoe UI" w:cs="Segoe UI"/>
          <w:b w:val="1"/>
          <w:bCs w:val="1"/>
          <w:sz w:val="22"/>
          <w:szCs w:val="22"/>
        </w:rPr>
        <w:t>[i</w:t>
      </w: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nsert </w:t>
      </w: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</w:t>
      </w:r>
      <w:r w:rsidRPr="55890CBC" w:rsidR="00C30146">
        <w:rPr>
          <w:rFonts w:ascii="Segoe UI" w:hAnsi="Segoe UI" w:eastAsia="Segoe UI" w:cs="Segoe UI"/>
          <w:sz w:val="22"/>
          <w:szCs w:val="22"/>
        </w:rPr>
        <w:t xml:space="preserve">clients, </w:t>
      </w:r>
      <w:r w:rsidRPr="55890CBC" w:rsidR="00C30146">
        <w:rPr>
          <w:rFonts w:ascii="Segoe UI" w:hAnsi="Segoe UI" w:eastAsia="Segoe UI" w:cs="Segoe UI"/>
          <w:sz w:val="22"/>
          <w:szCs w:val="22"/>
        </w:rPr>
        <w:t>stakeholders</w:t>
      </w:r>
      <w:r w:rsidRPr="55890CBC" w:rsidR="00C30146">
        <w:rPr>
          <w:rFonts w:ascii="Segoe UI" w:hAnsi="Segoe UI" w:eastAsia="Segoe UI" w:cs="Segoe UI"/>
          <w:sz w:val="22"/>
          <w:szCs w:val="22"/>
        </w:rPr>
        <w:t xml:space="preserve"> 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and/or other partners. </w:t>
      </w:r>
      <w:r w:rsidRPr="55890CBC" w:rsidR="005267DC">
        <w:rPr>
          <w:rFonts w:ascii="Segoe UI" w:hAnsi="Segoe UI" w:eastAsia="Segoe UI" w:cs="Segoe UI"/>
          <w:sz w:val="22"/>
          <w:szCs w:val="22"/>
        </w:rPr>
        <w:t>Partnerships may take the form of joint project ventures, strategic alliances, advisory group membership, forums or collaborative activities.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</w:t>
      </w:r>
      <w:r w:rsidRPr="55890CBC" w:rsidR="005267DC">
        <w:rPr>
          <w:rFonts w:ascii="Segoe UI" w:hAnsi="Segoe UI" w:eastAsia="Segoe UI" w:cs="Segoe UI"/>
          <w:sz w:val="22"/>
          <w:szCs w:val="22"/>
        </w:rPr>
        <w:t>This list is by no means exh</w:t>
      </w:r>
      <w:r w:rsidRPr="55890CBC" w:rsidR="00C30146">
        <w:rPr>
          <w:rFonts w:ascii="Segoe UI" w:hAnsi="Segoe UI" w:eastAsia="Segoe UI" w:cs="Segoe UI"/>
          <w:sz w:val="22"/>
          <w:szCs w:val="22"/>
        </w:rPr>
        <w:t>austive or mutually exclusive.</w:t>
      </w:r>
    </w:p>
    <w:p xmlns:wp14="http://schemas.microsoft.com/office/word/2010/wordml" w:rsidR="005267DC" w:rsidP="55890CBC" w:rsidRDefault="005267DC" w14:paraId="5DAB6C7B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5267DC" w:rsidP="55890CBC" w:rsidRDefault="000A42E2" w14:paraId="53E48E0D" wp14:textId="77777777">
      <w:pPr>
        <w:rPr>
          <w:rFonts w:ascii="Segoe UI" w:hAnsi="Segoe UI" w:eastAsia="Segoe UI" w:cs="Segoe UI"/>
          <w:sz w:val="22"/>
          <w:szCs w:val="22"/>
        </w:rPr>
      </w:pP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[Insert </w:t>
      </w: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>organisation</w:t>
      </w:r>
      <w:r w:rsidRPr="55890CBC" w:rsidR="000A42E2">
        <w:rPr>
          <w:rFonts w:ascii="Segoe UI" w:hAnsi="Segoe UI" w:eastAsia="Segoe UI" w:cs="Segoe UI"/>
          <w:b w:val="1"/>
          <w:bCs w:val="1"/>
          <w:sz w:val="22"/>
          <w:szCs w:val="22"/>
        </w:rPr>
        <w:t xml:space="preserve"> name]</w:t>
      </w:r>
      <w:r w:rsidRPr="55890CBC" w:rsidR="000A42E2">
        <w:rPr>
          <w:rFonts w:ascii="Segoe UI" w:hAnsi="Segoe UI" w:eastAsia="Segoe UI" w:cs="Segoe UI"/>
          <w:sz w:val="22"/>
          <w:szCs w:val="22"/>
        </w:rPr>
        <w:t xml:space="preserve"> 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may </w:t>
      </w:r>
      <w:r w:rsidRPr="55890CBC" w:rsidR="005267DC">
        <w:rPr>
          <w:rFonts w:ascii="Segoe UI" w:hAnsi="Segoe UI" w:eastAsia="Segoe UI" w:cs="Segoe UI"/>
          <w:sz w:val="22"/>
          <w:szCs w:val="22"/>
        </w:rPr>
        <w:t>enter into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a specific type of relationship with an individual, group or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and have a partnership with the same individual, group or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for a different purpose.</w:t>
      </w:r>
    </w:p>
    <w:p xmlns:wp14="http://schemas.microsoft.com/office/word/2010/wordml" w:rsidR="005267DC" w:rsidP="55890CBC" w:rsidRDefault="005267DC" w14:paraId="02EB378F" wp14:textId="77777777">
      <w:pPr>
        <w:rPr>
          <w:rFonts w:ascii="Segoe UI" w:hAnsi="Segoe UI" w:eastAsia="Segoe UI" w:cs="Segoe UI"/>
          <w:sz w:val="22"/>
          <w:szCs w:val="22"/>
        </w:rPr>
      </w:pPr>
    </w:p>
    <w:p xmlns:wp14="http://schemas.microsoft.com/office/word/2010/wordml" w:rsidR="00495C4D" w:rsidP="55890CBC" w:rsidRDefault="005267DC" w14:paraId="66AB9132" wp14:textId="77777777">
      <w:pPr>
        <w:rPr>
          <w:rFonts w:ascii="Segoe UI" w:hAnsi="Segoe UI" w:eastAsia="Segoe UI" w:cs="Segoe UI"/>
          <w:sz w:val="22"/>
          <w:szCs w:val="22"/>
        </w:rPr>
      </w:pP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The checklist below </w:t>
      </w:r>
      <w:r w:rsidRPr="55890CBC" w:rsidR="005267DC">
        <w:rPr>
          <w:rFonts w:ascii="Segoe UI" w:hAnsi="Segoe UI" w:eastAsia="Segoe UI" w:cs="Segoe UI"/>
          <w:sz w:val="22"/>
          <w:szCs w:val="22"/>
        </w:rPr>
        <w:t>provides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some guidance on </w:t>
      </w:r>
      <w:r w:rsidRPr="55890CBC" w:rsidR="005267DC">
        <w:rPr>
          <w:rFonts w:ascii="Segoe UI" w:hAnsi="Segoe UI" w:eastAsia="Segoe UI" w:cs="Segoe UI"/>
          <w:sz w:val="22"/>
          <w:szCs w:val="22"/>
        </w:rPr>
        <w:t>identifying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, developing, </w:t>
      </w:r>
      <w:r w:rsidRPr="55890CBC" w:rsidR="005267DC">
        <w:rPr>
          <w:rFonts w:ascii="Segoe UI" w:hAnsi="Segoe UI" w:eastAsia="Segoe UI" w:cs="Segoe UI"/>
          <w:sz w:val="22"/>
          <w:szCs w:val="22"/>
        </w:rPr>
        <w:t>maintaining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and ending relationships with other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organisations</w:t>
      </w:r>
      <w:r w:rsidRPr="55890CBC" w:rsidR="005267DC">
        <w:rPr>
          <w:rFonts w:ascii="Segoe UI" w:hAnsi="Segoe UI" w:eastAsia="Segoe UI" w:cs="Segoe UI"/>
          <w:sz w:val="22"/>
          <w:szCs w:val="22"/>
        </w:rPr>
        <w:t xml:space="preserve"> or groups of </w:t>
      </w:r>
      <w:r w:rsidRPr="55890CBC" w:rsidR="005267DC">
        <w:rPr>
          <w:rFonts w:ascii="Segoe UI" w:hAnsi="Segoe UI" w:eastAsia="Segoe UI" w:cs="Segoe UI"/>
          <w:sz w:val="22"/>
          <w:szCs w:val="22"/>
        </w:rPr>
        <w:t>organisations</w:t>
      </w:r>
      <w:r w:rsidRPr="55890CBC" w:rsidR="005267DC">
        <w:rPr>
          <w:rFonts w:ascii="Segoe UI" w:hAnsi="Segoe UI" w:eastAsia="Segoe UI" w:cs="Segoe UI"/>
          <w:sz w:val="22"/>
          <w:szCs w:val="22"/>
        </w:rPr>
        <w:t>.</w:t>
      </w:r>
    </w:p>
    <w:p xmlns:wp14="http://schemas.microsoft.com/office/word/2010/wordml" w:rsidR="003A4A1F" w:rsidP="55890CBC" w:rsidRDefault="003A4A1F" w14:paraId="6A05A809" wp14:textId="77777777">
      <w:pPr>
        <w:rPr>
          <w:rFonts w:ascii="Segoe UI" w:hAnsi="Segoe UI" w:eastAsia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47"/>
        <w:gridCol w:w="5670"/>
      </w:tblGrid>
      <w:tr xmlns:wp14="http://schemas.microsoft.com/office/word/2010/wordml" w:rsidRPr="00F9329A" w:rsidR="00C30146" w:rsidTr="55890CBC" w14:paraId="306EF72E" wp14:textId="77777777">
        <w:tc>
          <w:tcPr>
            <w:tcW w:w="8647" w:type="dxa"/>
            <w:shd w:val="clear" w:color="auto" w:fill="D9D9D9" w:themeFill="background1" w:themeFillShade="D9"/>
            <w:tcMar/>
          </w:tcPr>
          <w:p w:rsidR="00C30146" w:rsidP="55890CBC" w:rsidRDefault="00C30146" w14:paraId="04164B1D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Identifying</w:t>
            </w: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partnerships</w:t>
            </w:r>
          </w:p>
          <w:p w:rsidRPr="00281570" w:rsidR="00C30146" w:rsidP="55890CBC" w:rsidRDefault="00C30146" w14:paraId="5A39BBE3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/>
          </w:tcPr>
          <w:p w:rsidRPr="00F9329A" w:rsidR="00C30146" w:rsidP="55890CBC" w:rsidRDefault="00C30146" w14:paraId="3CB4E697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Comments</w:t>
            </w:r>
            <w:r>
              <w:tab/>
            </w:r>
          </w:p>
        </w:tc>
      </w:tr>
      <w:tr xmlns:wp14="http://schemas.microsoft.com/office/word/2010/wordml" w:rsidRPr="00F9329A" w:rsidR="009B4F38" w:rsidTr="55890CBC" w14:paraId="2E24A22A" wp14:textId="77777777">
        <w:tc>
          <w:tcPr>
            <w:tcW w:w="8647" w:type="dxa"/>
            <w:shd w:val="clear" w:color="auto" w:fill="FFFFFF" w:themeFill="background1"/>
            <w:tcMar/>
          </w:tcPr>
          <w:p w:rsidR="003A4A1F" w:rsidP="55890CBC" w:rsidRDefault="003A4A1F" w14:paraId="41C8F396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0A42E2" w:rsidR="000A42E2" w:rsidP="55890CBC" w:rsidRDefault="000A42E2" w14:paraId="335D1F89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The need to partner: </w:t>
            </w:r>
          </w:p>
          <w:p w:rsidRPr="000A42E2" w:rsidR="000A42E2" w:rsidP="55890CBC" w:rsidRDefault="000A42E2" w14:paraId="6720E340" wp14:textId="77777777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Are there clear and sound reasons for developing a partnership? </w:t>
            </w:r>
          </w:p>
          <w:p w:rsidRPr="000A42E2" w:rsidR="000A42E2" w:rsidP="55890CBC" w:rsidRDefault="000A42E2" w14:paraId="118506D8" wp14:textId="77777777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Will partnering with other 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organisations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 or groups of 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organisations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 impr</w:t>
            </w:r>
            <w:r w:rsidRPr="55890CBC" w:rsidR="004930E4">
              <w:rPr>
                <w:rFonts w:ascii="Segoe UI" w:hAnsi="Segoe UI" w:eastAsia="Segoe UI" w:cs="Segoe UI"/>
                <w:sz w:val="22"/>
                <w:szCs w:val="22"/>
              </w:rPr>
              <w:t xml:space="preserve">ove or </w:t>
            </w:r>
            <w:r w:rsidRPr="55890CBC" w:rsidR="004930E4">
              <w:rPr>
                <w:rFonts w:ascii="Segoe UI" w:hAnsi="Segoe UI" w:eastAsia="Segoe UI" w:cs="Segoe UI"/>
                <w:sz w:val="22"/>
                <w:szCs w:val="22"/>
              </w:rPr>
              <w:t>benefit</w:t>
            </w:r>
            <w:r w:rsidRPr="55890CBC" w:rsidR="004930E4">
              <w:rPr>
                <w:rFonts w:ascii="Segoe UI" w:hAnsi="Segoe UI" w:eastAsia="Segoe UI" w:cs="Segoe UI"/>
                <w:sz w:val="22"/>
                <w:szCs w:val="22"/>
              </w:rPr>
              <w:t xml:space="preserve"> the issue for 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nsert 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organisation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name</w:t>
            </w:r>
            <w:r w:rsidRPr="55890CBC" w:rsidR="008F117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]</w:t>
            </w:r>
            <w:r w:rsidRPr="55890CBC" w:rsidR="008F1174">
              <w:rPr>
                <w:rFonts w:ascii="Segoe UI" w:hAnsi="Segoe UI" w:eastAsia="Segoe UI" w:cs="Segoe UI"/>
                <w:sz w:val="22"/>
                <w:szCs w:val="22"/>
              </w:rPr>
              <w:t xml:space="preserve"> </w:t>
            </w:r>
            <w:r w:rsidRPr="55890CBC" w:rsidR="008F1174">
              <w:rPr>
                <w:rFonts w:ascii="Segoe UI" w:hAnsi="Segoe UI" w:eastAsia="Segoe UI" w:cs="Segoe UI"/>
                <w:sz w:val="22"/>
                <w:szCs w:val="22"/>
              </w:rPr>
              <w:t>and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/or its </w:t>
            </w:r>
            <w:r w:rsidRPr="55890CBC" w:rsidR="00C30146">
              <w:rPr>
                <w:rFonts w:ascii="Segoe UI" w:hAnsi="Segoe UI" w:eastAsia="Segoe UI" w:cs="Segoe UI"/>
                <w:sz w:val="22"/>
                <w:szCs w:val="22"/>
              </w:rPr>
              <w:t>clients/stakeholders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? </w:t>
            </w:r>
          </w:p>
          <w:p w:rsidRPr="000A42E2" w:rsidR="000A42E2" w:rsidP="55890CBC" w:rsidRDefault="000A42E2" w14:paraId="790E8C0C" wp14:textId="77777777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Will the partnership’s 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objectives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 and purpose be consistent with 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[i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nsert 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organisation</w:t>
            </w:r>
            <w:r w:rsidRPr="55890CBC" w:rsidR="004930E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 name]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’s mission? </w:t>
            </w:r>
          </w:p>
          <w:p w:rsidRPr="000A42E2" w:rsidR="000A42E2" w:rsidP="55890CBC" w:rsidRDefault="000A42E2" w14:paraId="22946F1D" wp14:textId="7A805175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Will the investment made in a partnership 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be outweighed b</w:t>
            </w:r>
            <w:r w:rsidRPr="55890CBC" w:rsidR="5519F215">
              <w:rPr>
                <w:rFonts w:ascii="Segoe UI" w:hAnsi="Segoe UI" w:eastAsia="Segoe UI" w:cs="Segoe UI"/>
                <w:sz w:val="22"/>
                <w:szCs w:val="22"/>
              </w:rPr>
              <w:t>y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 the benefits?</w:t>
            </w:r>
          </w:p>
          <w:p w:rsidRPr="000A42E2" w:rsidR="000A42E2" w:rsidP="55890CBC" w:rsidRDefault="000A42E2" w14:paraId="01455B26" wp14:textId="77777777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Is a partnership a cost and resource effective way to achieve benefits 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sought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? </w:t>
            </w:r>
          </w:p>
          <w:p w:rsidRPr="00C234E1" w:rsidR="000A42E2" w:rsidP="55890CBC" w:rsidRDefault="000A42E2" w14:paraId="085F05F0" wp14:textId="5484C138">
            <w:pPr>
              <w:pStyle w:val="ListParagraph"/>
              <w:numPr>
                <w:ilvl w:val="0"/>
                <w:numId w:val="11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>Is partnering a</w:t>
            </w:r>
            <w:r w:rsidRPr="55890CBC" w:rsidR="04C75028">
              <w:rPr>
                <w:rFonts w:ascii="Segoe UI" w:hAnsi="Segoe UI" w:eastAsia="Segoe UI" w:cs="Segoe UI"/>
                <w:sz w:val="22"/>
                <w:szCs w:val="22"/>
              </w:rPr>
              <w:t xml:space="preserve"> ‘value adding’</w:t>
            </w:r>
            <w:r w:rsidRPr="55890CBC" w:rsidR="000A42E2">
              <w:rPr>
                <w:rFonts w:ascii="Segoe UI" w:hAnsi="Segoe UI" w:eastAsia="Segoe UI" w:cs="Segoe UI"/>
                <w:sz w:val="22"/>
                <w:szCs w:val="22"/>
              </w:rPr>
              <w:t xml:space="preserve"> activity?</w:t>
            </w:r>
          </w:p>
        </w:tc>
        <w:tc>
          <w:tcPr>
            <w:tcW w:w="5670" w:type="dxa"/>
            <w:tcMar/>
          </w:tcPr>
          <w:p w:rsidR="00376139" w:rsidP="55890CBC" w:rsidRDefault="00376139" w14:paraId="72A3D3EC" wp14:textId="77777777">
            <w:pPr>
              <w:spacing w:line="360" w:lineRule="auto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F9329A" w:rsidR="002608EB" w:rsidP="55890CBC" w:rsidRDefault="002608EB" w14:paraId="0D0B940D" wp14:textId="77777777">
            <w:pPr>
              <w:spacing w:line="360" w:lineRule="auto"/>
              <w:jc w:val="center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9B4F38" w:rsidTr="55890CBC" w14:paraId="0F65891C" wp14:textId="77777777">
        <w:tc>
          <w:tcPr>
            <w:tcW w:w="8647" w:type="dxa"/>
            <w:shd w:val="clear" w:color="auto" w:fill="FFFFFF" w:themeFill="background1"/>
            <w:tcMar/>
          </w:tcPr>
          <w:p w:rsidR="003A4A1F" w:rsidP="55890CBC" w:rsidRDefault="003A4A1F" w14:paraId="0E27B00A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7639A4" w:rsidR="007639A4" w:rsidP="55890CBC" w:rsidRDefault="007639A4" w14:paraId="291B0C63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Selecting partners: </w:t>
            </w:r>
          </w:p>
          <w:p w:rsidRPr="007639A4" w:rsidR="007639A4" w:rsidP="55890CBC" w:rsidRDefault="007639A4" w14:paraId="44C3EE37" wp14:textId="77777777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Who has the skills,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positioning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and/or resources to contribute to the partnership?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Do they have the capacity to work in partnership?</w:t>
            </w:r>
          </w:p>
          <w:p w:rsidRPr="007639A4" w:rsidR="007639A4" w:rsidP="55890CBC" w:rsidRDefault="007639A4" w14:paraId="3B4C11C2" wp14:textId="77777777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Do the prospective partners have a shared vision of the benefits of the partnership?</w:t>
            </w:r>
          </w:p>
          <w:p w:rsidRPr="007639A4" w:rsidR="007639A4" w:rsidP="55890CBC" w:rsidRDefault="007639A4" w14:paraId="177CB5EA" wp14:textId="77777777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What is the experience of working with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particular partners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? </w:t>
            </w:r>
          </w:p>
          <w:p w:rsidRPr="003A4A1F" w:rsidR="007639A4" w:rsidP="55890CBC" w:rsidRDefault="007639A4" w14:paraId="3873B219" wp14:textId="77777777">
            <w:pPr>
              <w:pStyle w:val="ListParagraph"/>
              <w:numPr>
                <w:ilvl w:val="0"/>
                <w:numId w:val="12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Are there any partners that have not previously been considered?</w:t>
            </w:r>
          </w:p>
          <w:p w:rsidRPr="00495C4D" w:rsidR="007639A4" w:rsidP="55890CBC" w:rsidRDefault="007639A4" w14:paraId="60061E4C" wp14:textId="77777777">
            <w:pPr>
              <w:jc w:val="left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="00376139" w:rsidP="55890CBC" w:rsidRDefault="00376139" w14:paraId="44EAFD9C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="009B4F38" w:rsidP="55890CBC" w:rsidRDefault="009B4F38" w14:paraId="4B94D5A5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</w:tr>
      <w:tr xmlns:wp14="http://schemas.microsoft.com/office/word/2010/wordml" w:rsidRPr="00F9329A" w:rsidR="00C30146" w:rsidTr="55890CBC" w14:paraId="251CD3DB" wp14:textId="77777777">
        <w:tc>
          <w:tcPr>
            <w:tcW w:w="8647" w:type="dxa"/>
            <w:shd w:val="clear" w:color="auto" w:fill="D9D9D9" w:themeFill="background1" w:themeFillShade="D9"/>
            <w:tcMar/>
          </w:tcPr>
          <w:p w:rsidR="00C30146" w:rsidP="55890CBC" w:rsidRDefault="00C30146" w14:paraId="0665CB06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Developing partnerships</w:t>
            </w:r>
          </w:p>
          <w:p w:rsidR="00C30146" w:rsidP="55890CBC" w:rsidRDefault="00C30146" w14:paraId="3DEEC669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/>
          </w:tcPr>
          <w:p w:rsidRPr="007639A4" w:rsidR="00C30146" w:rsidP="55890CBC" w:rsidRDefault="00C30146" w14:paraId="7D5409AA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Comments</w:t>
            </w:r>
          </w:p>
        </w:tc>
      </w:tr>
      <w:tr xmlns:wp14="http://schemas.microsoft.com/office/word/2010/wordml" w:rsidRPr="00F9329A" w:rsidR="008D673B" w:rsidTr="55890CBC" w14:paraId="51ACB585" wp14:textId="77777777">
        <w:tc>
          <w:tcPr>
            <w:tcW w:w="8647" w:type="dxa"/>
            <w:shd w:val="clear" w:color="auto" w:fill="FFFFFF" w:themeFill="background1"/>
            <w:tcMar/>
          </w:tcPr>
          <w:p w:rsidR="003A4A1F" w:rsidP="55890CBC" w:rsidRDefault="003A4A1F" w14:paraId="3656B9AB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3A4A1F" w:rsidR="007639A4" w:rsidP="55890CBC" w:rsidRDefault="007639A4" w14:paraId="7B86DCA5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Types of partnerships: </w:t>
            </w:r>
          </w:p>
          <w:p w:rsidRPr="007639A4" w:rsidR="007639A4" w:rsidP="55890CBC" w:rsidRDefault="007639A4" w14:paraId="75E19797" wp14:textId="77777777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What type of partnership is needed,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e.g.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joint venture, collaborative group with specified purpose, strategic alliances, forums, advisory group, shared activities? </w:t>
            </w:r>
          </w:p>
          <w:p w:rsidRPr="007639A4" w:rsidR="007639A4" w:rsidP="55890CBC" w:rsidRDefault="007639A4" w14:paraId="3EBE76CD" wp14:textId="77777777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Will the partnership be an informal relationship or association?</w:t>
            </w:r>
          </w:p>
          <w:p w:rsidR="003A4A1F" w:rsidP="55890CBC" w:rsidRDefault="007639A4" w14:paraId="41F610B1" wp14:textId="77777777">
            <w:pPr>
              <w:pStyle w:val="ListParagraph"/>
              <w:numPr>
                <w:ilvl w:val="0"/>
                <w:numId w:val="13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Will the partnership be a formal relationship? How will this be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demonstrated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– ‘MOU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’,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‘Working Agreement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’,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‘Intention to Collaborate’?</w:t>
            </w:r>
          </w:p>
          <w:p w:rsidR="00C30146" w:rsidP="55890CBC" w:rsidRDefault="00C30146" w14:paraId="45FB0818" wp14:textId="77777777">
            <w:pPr>
              <w:pStyle w:val="ListParagraph"/>
              <w:ind w:left="360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8D673B" w:rsidP="55890CBC" w:rsidRDefault="008D673B" w14:paraId="049F31CB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8D673B" w:rsidTr="55890CBC" w14:paraId="495197BB" wp14:textId="77777777">
        <w:tc>
          <w:tcPr>
            <w:tcW w:w="8647" w:type="dxa"/>
            <w:shd w:val="clear" w:color="auto" w:fill="FFFFFF" w:themeFill="background1"/>
            <w:tcMar/>
          </w:tcPr>
          <w:p w:rsidR="003A4A1F" w:rsidP="55890CBC" w:rsidRDefault="003A4A1F" w14:paraId="53128261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3A4A1F" w:rsidR="007639A4" w:rsidP="55890CBC" w:rsidRDefault="007639A4" w14:paraId="00FDD6EC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Purpose of the partnership: </w:t>
            </w:r>
          </w:p>
          <w:p w:rsidRPr="007639A4" w:rsidR="007639A4" w:rsidP="55890CBC" w:rsidRDefault="007639A4" w14:paraId="30D83573" wp14:textId="77777777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Do all partners have a clear and shared vision of the relationship? </w:t>
            </w:r>
          </w:p>
          <w:p w:rsidRPr="007639A4" w:rsidR="007639A4" w:rsidP="55890CBC" w:rsidRDefault="007639A4" w14:paraId="30412CC1" wp14:textId="6C98F6AA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What is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to be achieved by the partnership</w:t>
            </w:r>
            <w:r w:rsidRPr="55890CBC" w:rsidR="71E637FC">
              <w:rPr>
                <w:rFonts w:ascii="Segoe UI" w:hAnsi="Segoe UI" w:eastAsia="Segoe UI" w:cs="Segoe UI"/>
                <w:sz w:val="22"/>
                <w:szCs w:val="22"/>
              </w:rPr>
              <w:t>, specifically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? </w:t>
            </w:r>
          </w:p>
          <w:p w:rsidRPr="007639A4" w:rsidR="007639A4" w:rsidP="55890CBC" w:rsidRDefault="007639A4" w14:paraId="5C7207FE" wp14:textId="77777777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What activities will the partnership undertake? </w:t>
            </w:r>
          </w:p>
          <w:p w:rsidRPr="007639A4" w:rsidR="007639A4" w:rsidP="55890CBC" w:rsidRDefault="007639A4" w14:paraId="30673364" wp14:textId="77777777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Does the partnership focus on issues and their solutions? </w:t>
            </w:r>
          </w:p>
          <w:p w:rsidR="003A4A1F" w:rsidP="55890CBC" w:rsidRDefault="007639A4" w14:paraId="0E1939BB" wp14:textId="77777777">
            <w:pPr>
              <w:pStyle w:val="ListParagraph"/>
              <w:numPr>
                <w:ilvl w:val="0"/>
                <w:numId w:val="14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How will the partnership know it has achieved its purpose?</w:t>
            </w:r>
          </w:p>
          <w:p w:rsidR="00C30146" w:rsidP="55890CBC" w:rsidRDefault="00C30146" w14:paraId="62486C05" wp14:textId="77777777">
            <w:pPr>
              <w:pStyle w:val="ListParagraph"/>
              <w:ind w:left="360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8D673B" w:rsidP="55890CBC" w:rsidRDefault="008D673B" w14:paraId="4101652C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8D673B" w:rsidTr="55890CBC" w14:paraId="7258EDEB" wp14:textId="77777777">
        <w:tc>
          <w:tcPr>
            <w:tcW w:w="8647" w:type="dxa"/>
            <w:shd w:val="clear" w:color="auto" w:fill="FFFFFF" w:themeFill="background1"/>
            <w:tcMar/>
          </w:tcPr>
          <w:p w:rsidR="003A4A1F" w:rsidP="55890CBC" w:rsidRDefault="003A4A1F" w14:paraId="4B99056E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3A4A1F" w:rsidR="007639A4" w:rsidP="55890CBC" w:rsidRDefault="007639A4" w14:paraId="4E660331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Partner contribution: </w:t>
            </w:r>
          </w:p>
          <w:p w:rsidRPr="007639A4" w:rsidR="007639A4" w:rsidP="55890CBC" w:rsidRDefault="007639A4" w14:paraId="7C8F26DF" wp14:textId="77777777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Have the roles, responsibilities and expectations of the partnership been agreed to and made clear for all partners? </w:t>
            </w:r>
          </w:p>
          <w:p w:rsidRPr="007639A4" w:rsidR="007639A4" w:rsidP="55890CBC" w:rsidRDefault="007639A4" w14:paraId="0E5CEE78" wp14:textId="77777777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Have the resources and financial contributions been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identified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? </w:t>
            </w:r>
          </w:p>
          <w:p w:rsidR="003A4A1F" w:rsidP="55890CBC" w:rsidRDefault="007639A4" w14:paraId="5FC6D69F" wp14:textId="77777777">
            <w:pPr>
              <w:pStyle w:val="ListParagraph"/>
              <w:numPr>
                <w:ilvl w:val="0"/>
                <w:numId w:val="15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Will all partners be involved in the planning of the partnership?</w:t>
            </w:r>
          </w:p>
        </w:tc>
        <w:tc>
          <w:tcPr>
            <w:tcW w:w="5670" w:type="dxa"/>
            <w:tcMar/>
          </w:tcPr>
          <w:p w:rsidRPr="00621CE4" w:rsidR="008D673B" w:rsidP="55890CBC" w:rsidRDefault="008D673B" w14:paraId="1299C43A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30146" w:rsidTr="55890CBC" w14:paraId="006D7A38" wp14:textId="77777777">
        <w:tc>
          <w:tcPr>
            <w:tcW w:w="8647" w:type="dxa"/>
            <w:shd w:val="clear" w:color="auto" w:fill="D9D9D9" w:themeFill="background1" w:themeFillShade="D9"/>
            <w:tcMar/>
          </w:tcPr>
          <w:p w:rsidR="00C30146" w:rsidP="55890CBC" w:rsidRDefault="00C30146" w14:paraId="36848A94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Maintaining partnerships</w:t>
            </w:r>
          </w:p>
          <w:p w:rsidR="00C30146" w:rsidP="55890CBC" w:rsidRDefault="00C30146" w14:paraId="4DDBEF00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/>
          </w:tcPr>
          <w:p w:rsidRPr="007B498E" w:rsidR="00C30146" w:rsidP="55890CBC" w:rsidRDefault="00C30146" w14:paraId="0BA8C54A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Comments</w:t>
            </w:r>
          </w:p>
        </w:tc>
      </w:tr>
      <w:tr xmlns:wp14="http://schemas.microsoft.com/office/word/2010/wordml" w:rsidRPr="00F9329A" w:rsidR="00C56820" w:rsidTr="55890CBC" w14:paraId="57737B60" wp14:textId="77777777">
        <w:tc>
          <w:tcPr>
            <w:tcW w:w="8647" w:type="dxa"/>
            <w:shd w:val="clear" w:color="auto" w:fill="FFFFFF" w:themeFill="background1"/>
            <w:tcMar/>
          </w:tcPr>
          <w:p w:rsidR="007B498E" w:rsidP="55890CBC" w:rsidRDefault="007B498E" w14:paraId="3461D779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  <w:p w:rsidRPr="007B498E" w:rsidR="007639A4" w:rsidP="55890CBC" w:rsidRDefault="007639A4" w14:paraId="4D79FE83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Structure of the partnership:</w:t>
            </w:r>
          </w:p>
          <w:p w:rsidRPr="007639A4" w:rsidR="007639A4" w:rsidP="55890CBC" w:rsidRDefault="007639A4" w14:paraId="2CE4DFD0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How will the partners meet and work together? Will there be regular, planned meetings with set agendas? </w:t>
            </w:r>
          </w:p>
          <w:p w:rsidRPr="007639A4" w:rsidR="007639A4" w:rsidP="55890CBC" w:rsidRDefault="007639A4" w14:paraId="17D6361F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Who does the partnership report to? How do they report? </w:t>
            </w:r>
          </w:p>
          <w:p w:rsidRPr="007639A4" w:rsidR="007639A4" w:rsidP="55890CBC" w:rsidRDefault="007639A4" w14:paraId="10B79FCE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What information will be shared and how?</w:t>
            </w:r>
          </w:p>
          <w:p w:rsidRPr="007639A4" w:rsidR="007639A4" w:rsidP="55890CBC" w:rsidRDefault="007639A4" w14:paraId="6F4140B8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How will the partners communicate with each other? </w:t>
            </w:r>
          </w:p>
          <w:p w:rsidRPr="007639A4" w:rsidR="007639A4" w:rsidP="55890CBC" w:rsidRDefault="007639A4" w14:paraId="279542A9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Is there a code of conduct to guide the partners in the relationship? </w:t>
            </w:r>
          </w:p>
          <w:p w:rsidRPr="007639A4" w:rsidR="007639A4" w:rsidP="55890CBC" w:rsidRDefault="007639A4" w14:paraId="27FA6E2E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How will equality in the partnership be achieved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?  </w:t>
            </w:r>
          </w:p>
          <w:p w:rsidR="007B498E" w:rsidP="55890CBC" w:rsidRDefault="007639A4" w14:paraId="30F7153E" wp14:textId="77777777">
            <w:pPr>
              <w:pStyle w:val="ListParagraph"/>
              <w:numPr>
                <w:ilvl w:val="0"/>
                <w:numId w:val="16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Who else should know about the partnership?</w:t>
            </w:r>
          </w:p>
          <w:p w:rsidR="00C30146" w:rsidP="55890CBC" w:rsidRDefault="00C30146" w14:paraId="3CF2D8B6" wp14:textId="77777777">
            <w:pPr>
              <w:pStyle w:val="ListParagraph"/>
              <w:ind w:left="360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C56820" w:rsidP="55890CBC" w:rsidRDefault="00C56820" w14:paraId="0FB78278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56820" w:rsidTr="55890CBC" w14:paraId="1D586BE1" wp14:textId="77777777">
        <w:tc>
          <w:tcPr>
            <w:tcW w:w="8647" w:type="dxa"/>
            <w:shd w:val="clear" w:color="auto" w:fill="FFFFFF" w:themeFill="background1"/>
            <w:tcMar/>
          </w:tcPr>
          <w:p w:rsidR="007B498E" w:rsidP="55890CBC" w:rsidRDefault="007B498E" w14:paraId="1FC39945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7B498E" w:rsidR="007639A4" w:rsidP="55890CBC" w:rsidRDefault="007639A4" w14:paraId="773171C7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Confidentiality: </w:t>
            </w:r>
          </w:p>
          <w:p w:rsidRPr="007639A4" w:rsidR="007639A4" w:rsidP="55890CBC" w:rsidRDefault="007639A4" w14:paraId="30DB2FB3" wp14:textId="5F65ACC6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Has the partnership discussed and agreed </w:t>
            </w:r>
            <w:r w:rsidRPr="55890CBC" w:rsidR="61BF241D">
              <w:rPr>
                <w:rFonts w:ascii="Segoe UI" w:hAnsi="Segoe UI" w:eastAsia="Segoe UI" w:cs="Segoe UI"/>
                <w:sz w:val="22"/>
                <w:szCs w:val="22"/>
              </w:rPr>
              <w:t>on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what information is confidential? </w:t>
            </w:r>
          </w:p>
          <w:p w:rsidRPr="007639A4" w:rsidR="007639A4" w:rsidP="55890CBC" w:rsidRDefault="007639A4" w14:paraId="1E16A922" wp14:textId="77777777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Are there strategies in place to support confidentiality? </w:t>
            </w:r>
          </w:p>
          <w:p w:rsidR="007B498E" w:rsidP="55890CBC" w:rsidRDefault="007639A4" w14:paraId="27380552" wp14:textId="77777777">
            <w:pPr>
              <w:pStyle w:val="ListParagraph"/>
              <w:numPr>
                <w:ilvl w:val="0"/>
                <w:numId w:val="17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How will a breach of confidentiality be addressed?</w:t>
            </w:r>
          </w:p>
          <w:p w:rsidR="00C30146" w:rsidP="55890CBC" w:rsidRDefault="00C30146" w14:paraId="0562CB0E" wp14:textId="77777777">
            <w:pPr>
              <w:pStyle w:val="ListParagraph"/>
              <w:ind w:left="360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C56820" w:rsidP="55890CBC" w:rsidRDefault="00C56820" w14:paraId="34CE0A41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56820" w:rsidTr="55890CBC" w14:paraId="0C52C020" wp14:textId="77777777">
        <w:tc>
          <w:tcPr>
            <w:tcW w:w="8647" w:type="dxa"/>
            <w:shd w:val="clear" w:color="auto" w:fill="FFFFFF" w:themeFill="background1"/>
            <w:tcMar/>
          </w:tcPr>
          <w:p w:rsidR="007B498E" w:rsidP="55890CBC" w:rsidRDefault="007B498E" w14:paraId="62EBF3C5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7B498E" w:rsidR="007639A4" w:rsidP="55890CBC" w:rsidRDefault="007639A4" w14:paraId="494EAACF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Conflict management: </w:t>
            </w:r>
          </w:p>
          <w:p w:rsidRPr="007639A4" w:rsidR="007639A4" w:rsidP="55890CBC" w:rsidRDefault="007639A4" w14:paraId="58BAA059" wp14:textId="77777777">
            <w:pPr>
              <w:pStyle w:val="ListParagraph"/>
              <w:numPr>
                <w:ilvl w:val="0"/>
                <w:numId w:val="18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What processes are in place for resolving disputes between partners? </w:t>
            </w:r>
          </w:p>
          <w:p w:rsidR="007B498E" w:rsidP="55890CBC" w:rsidRDefault="007639A4" w14:paraId="56E82B97" wp14:textId="77777777">
            <w:pPr>
              <w:pStyle w:val="ListParagraph"/>
              <w:numPr>
                <w:ilvl w:val="0"/>
                <w:numId w:val="18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Who will take the lead in resolving conflict?</w:t>
            </w:r>
          </w:p>
          <w:p w:rsidR="00C30146" w:rsidP="55890CBC" w:rsidRDefault="00C30146" w14:paraId="6D98A12B" wp14:textId="77777777">
            <w:pPr>
              <w:pStyle w:val="ListParagraph"/>
              <w:ind w:left="360"/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C56820" w:rsidP="55890CBC" w:rsidRDefault="00C56820" w14:paraId="2946DB82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56820" w:rsidTr="55890CBC" w14:paraId="13FAFEC6" wp14:textId="77777777">
        <w:tc>
          <w:tcPr>
            <w:tcW w:w="8647" w:type="dxa"/>
            <w:shd w:val="clear" w:color="auto" w:fill="FFFFFF" w:themeFill="background1"/>
            <w:tcMar/>
          </w:tcPr>
          <w:p w:rsidR="007B498E" w:rsidP="55890CBC" w:rsidRDefault="007B498E" w14:paraId="5997CC1D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  <w:p w:rsidRPr="007B498E" w:rsidR="007639A4" w:rsidP="55890CBC" w:rsidRDefault="007639A4" w14:paraId="3CADBB63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 xml:space="preserve">Review of the partnership: </w:t>
            </w:r>
          </w:p>
          <w:p w:rsidRPr="007639A4" w:rsidR="007639A4" w:rsidP="55890CBC" w:rsidRDefault="007639A4" w14:paraId="2AB53960" wp14:textId="7777777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Are there processes for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recognising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and celebrating achievements? </w:t>
            </w:r>
          </w:p>
          <w:p w:rsidRPr="007639A4" w:rsidR="007639A4" w:rsidP="55890CBC" w:rsidRDefault="007639A4" w14:paraId="5712D190" wp14:textId="77777777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How can achievements from the partnership be shared? </w:t>
            </w:r>
          </w:p>
          <w:p w:rsidR="00C30146" w:rsidP="55890CBC" w:rsidRDefault="00C30146" w14:paraId="110FFD37" wp14:textId="4EEF8FE8">
            <w:pPr>
              <w:pStyle w:val="ListParagraph"/>
              <w:numPr>
                <w:ilvl w:val="0"/>
                <w:numId w:val="19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Does the partnership review its purpose and processes regularly?</w:t>
            </w:r>
          </w:p>
          <w:p w:rsidR="00C30146" w:rsidP="55890CBC" w:rsidRDefault="00C30146" w14:paraId="6B699379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C56820" w:rsidP="55890CBC" w:rsidRDefault="00C56820" w14:paraId="3FE9F23F" wp14:textId="77777777">
            <w:pPr>
              <w:jc w:val="center"/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30146" w:rsidTr="55890CBC" w14:paraId="2B80411F" wp14:textId="77777777">
        <w:tc>
          <w:tcPr>
            <w:tcW w:w="8647" w:type="dxa"/>
            <w:shd w:val="clear" w:color="auto" w:fill="D9D9D9" w:themeFill="background1" w:themeFillShade="D9"/>
            <w:tcMar/>
          </w:tcPr>
          <w:p w:rsidR="00C30146" w:rsidP="55890CBC" w:rsidRDefault="00C30146" w14:paraId="363965F8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Ending partnerships</w:t>
            </w:r>
          </w:p>
        </w:tc>
        <w:tc>
          <w:tcPr>
            <w:tcW w:w="5670" w:type="dxa"/>
            <w:shd w:val="clear" w:color="auto" w:fill="D9D9D9" w:themeFill="background1" w:themeFillShade="D9"/>
            <w:tcMar/>
          </w:tcPr>
          <w:p w:rsidR="00C30146" w:rsidP="55890CBC" w:rsidRDefault="00C30146" w14:paraId="44C6B5EF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  <w:r w:rsidRPr="55890CBC" w:rsidR="00C30146"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  <w:t>Comments</w:t>
            </w:r>
          </w:p>
          <w:p w:rsidRPr="007B498E" w:rsidR="00C30146" w:rsidP="55890CBC" w:rsidRDefault="00C30146" w14:paraId="1F72F646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F9329A" w:rsidR="00C56820" w:rsidTr="55890CBC" w14:paraId="37DE9E8B" wp14:textId="77777777">
        <w:tc>
          <w:tcPr>
            <w:tcW w:w="8647" w:type="dxa"/>
            <w:shd w:val="clear" w:color="auto" w:fill="FFFFFF" w:themeFill="background1"/>
            <w:tcMar/>
          </w:tcPr>
          <w:p w:rsidRPr="007639A4" w:rsidR="007639A4" w:rsidP="55890CBC" w:rsidRDefault="007639A4" w14:paraId="2C6AE6AC" wp14:textId="7777777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Is there a defined end point for the partnership? </w:t>
            </w:r>
          </w:p>
          <w:p w:rsidRPr="007639A4" w:rsidR="007639A4" w:rsidP="55890CBC" w:rsidRDefault="007639A4" w14:paraId="0CCD7D71" wp14:textId="7777777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How will the partners 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finalise</w:t>
            </w: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 the relationship – both planned and unplanned? </w:t>
            </w:r>
          </w:p>
          <w:p w:rsidRPr="007639A4" w:rsidR="007639A4" w:rsidP="55890CBC" w:rsidRDefault="007639A4" w14:paraId="4F84F115" wp14:textId="7777777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 xml:space="preserve">How can achievements from the partnership be shared? </w:t>
            </w:r>
          </w:p>
          <w:p w:rsidR="00C56820" w:rsidP="55890CBC" w:rsidRDefault="007639A4" w14:paraId="1272BE94" wp14:textId="77777777">
            <w:pPr>
              <w:pStyle w:val="ListParagraph"/>
              <w:numPr>
                <w:ilvl w:val="0"/>
                <w:numId w:val="20"/>
              </w:numPr>
              <w:rPr>
                <w:rFonts w:ascii="Segoe UI" w:hAnsi="Segoe UI" w:eastAsia="Segoe UI" w:cs="Segoe UI"/>
                <w:sz w:val="22"/>
                <w:szCs w:val="22"/>
              </w:rPr>
            </w:pPr>
            <w:r w:rsidRPr="55890CBC" w:rsidR="007639A4">
              <w:rPr>
                <w:rFonts w:ascii="Segoe UI" w:hAnsi="Segoe UI" w:eastAsia="Segoe UI" w:cs="Segoe UI"/>
                <w:sz w:val="22"/>
                <w:szCs w:val="22"/>
              </w:rPr>
              <w:t>How will the partnership influence future partnerships?</w:t>
            </w:r>
          </w:p>
          <w:p w:rsidR="00C30146" w:rsidP="55890CBC" w:rsidRDefault="00C30146" w14:paraId="08CE6F91" wp14:textId="77777777">
            <w:pPr>
              <w:rPr>
                <w:rFonts w:ascii="Segoe UI" w:hAnsi="Segoe UI" w:eastAsia="Segoe UI" w:cs="Segoe UI"/>
                <w:sz w:val="22"/>
                <w:szCs w:val="22"/>
              </w:rPr>
            </w:pPr>
          </w:p>
        </w:tc>
        <w:tc>
          <w:tcPr>
            <w:tcW w:w="5670" w:type="dxa"/>
            <w:tcMar/>
          </w:tcPr>
          <w:p w:rsidRPr="00621CE4" w:rsidR="00C56820" w:rsidP="55890CBC" w:rsidRDefault="00C56820" w14:paraId="61CDCEAD" wp14:textId="77777777">
            <w:pPr>
              <w:rPr>
                <w:rFonts w:ascii="Segoe UI" w:hAnsi="Segoe UI" w:eastAsia="Segoe UI" w:cs="Segoe UI"/>
                <w:b w:val="1"/>
                <w:bCs w:val="1"/>
                <w:sz w:val="22"/>
                <w:szCs w:val="22"/>
              </w:rPr>
            </w:pPr>
          </w:p>
        </w:tc>
      </w:tr>
    </w:tbl>
    <w:p xmlns:wp14="http://schemas.microsoft.com/office/word/2010/wordml" w:rsidR="009B4F38" w:rsidP="55890CBC" w:rsidRDefault="009B4F38" w14:paraId="6BB9E253" wp14:textId="77777777">
      <w:pPr>
        <w:rPr>
          <w:rFonts w:ascii="Segoe UI" w:hAnsi="Segoe UI" w:eastAsia="Segoe UI" w:cs="Segoe UI"/>
          <w:sz w:val="22"/>
          <w:szCs w:val="22"/>
        </w:rPr>
      </w:pPr>
      <w:bookmarkStart w:name="_GoBack" w:id="0"/>
      <w:bookmarkEnd w:id="0"/>
    </w:p>
    <w:sectPr w:rsidR="009B4F38" w:rsidSect="00C30146">
      <w:footerReference w:type="default" r:id="rId8"/>
      <w:pgSz w:w="16820" w:h="11900" w:orient="landscape"/>
      <w:pgMar w:top="1560" w:right="1134" w:bottom="1552" w:left="1276" w:header="708" w:footer="708" w:gutter="0"/>
      <w:cols w:space="708"/>
      <w:docGrid w:linePitch="326"/>
      <w:headerReference w:type="default" r:id="R728d798d8e674d4d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3B3BC8" w:rsidP="00F90996" w:rsidRDefault="003B3BC8" w14:paraId="52E56223" wp14:textId="77777777">
      <w:r>
        <w:separator/>
      </w:r>
    </w:p>
  </w:endnote>
  <w:endnote w:type="continuationSeparator" w:id="0">
    <w:p xmlns:wp14="http://schemas.microsoft.com/office/word/2010/wordml" w:rsidR="003B3BC8" w:rsidP="00F90996" w:rsidRDefault="003B3BC8" w14:paraId="07547A0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Pr="0086262A" w:rsidR="009D185F" w:rsidP="55890CBC" w:rsidRDefault="008D673B" w14:paraId="2411BA91" wp14:textId="77777777">
    <w:pPr>
      <w:pStyle w:val="Footer"/>
      <w:rPr>
        <w:rFonts w:ascii="Segoe UI" w:hAnsi="Segoe UI" w:eastAsia="Segoe UI" w:cs="Segoe UI"/>
      </w:rPr>
    </w:pPr>
    <w:r w:rsidRPr="55890CBC" w:rsidR="55890CBC">
      <w:rPr>
        <w:rFonts w:ascii="Segoe UI" w:hAnsi="Segoe UI" w:eastAsia="Segoe UI" w:cs="Segoe UI"/>
      </w:rPr>
      <w:t xml:space="preserve">Partnerships engagement checklist </w:t>
    </w:r>
    <w:r w:rsidRPr="55890CBC" w:rsidR="55890CBC">
      <w:rPr>
        <w:rFonts w:ascii="Segoe UI" w:hAnsi="Segoe UI" w:eastAsia="Segoe UI" w:cs="Segoe UI"/>
      </w:rPr>
      <w:t xml:space="preserve">- </w:t>
    </w:r>
    <w:r w:rsidRPr="55890CBC" w:rsidR="55890CBC">
      <w:rPr>
        <w:rFonts w:ascii="Segoe UI" w:hAnsi="Segoe UI" w:eastAsia="Segoe UI" w:cs="Segoe UI"/>
      </w:rPr>
      <w:t>[month, y</w:t>
    </w:r>
    <w:r w:rsidRPr="55890CBC" w:rsidR="55890CBC">
      <w:rPr>
        <w:rFonts w:ascii="Segoe UI" w:hAnsi="Segoe UI" w:eastAsia="Segoe UI" w:cs="Segoe UI"/>
      </w:rPr>
      <w:t>ea</w:t>
    </w:r>
    <w:r w:rsidRPr="55890CBC" w:rsidR="55890CBC">
      <w:rPr>
        <w:rFonts w:ascii="Segoe UI" w:hAnsi="Segoe UI" w:eastAsia="Segoe UI" w:cs="Segoe UI"/>
      </w:rPr>
      <w:t>r]</w:t>
    </w:r>
    <w:sdt>
      <w:sdtPr>
        <w:id w:val="-1238936835"/>
        <w:docPartObj>
          <w:docPartGallery w:val="Page Numbers (Top of Page)"/>
          <w:docPartUnique/>
        </w:docPartObj>
        <w:rPr>
          <w:rFonts w:ascii="Segoe UI" w:hAnsi="Segoe UI" w:eastAsia="Segoe UI" w:cs="Segoe UI"/>
        </w:rPr>
      </w:sdtPr>
      <w:sdtContent>
        <w:r w:rsidRPr="55890CBC" w:rsidR="55890CBC">
          <w:rPr>
            <w:rFonts w:ascii="Segoe UI" w:hAnsi="Segoe UI" w:eastAsia="Segoe UI" w:cs="Segoe UI"/>
          </w:rPr>
          <w:t xml:space="preserve"> </w:t>
        </w:r>
        <w:r>
          <w:tab/>
        </w:r>
        <w:r>
          <w:tab/>
        </w:r>
        <w:r w:rsidRPr="55890CBC" w:rsidR="55890CBC">
          <w:rPr>
            <w:rFonts w:ascii="Segoe UI" w:hAnsi="Segoe UI" w:eastAsia="Segoe UI" w:cs="Segoe UI"/>
          </w:rPr>
          <w:t xml:space="preserve">Page </w:t>
        </w:r>
        <w:r w:rsidRPr="55890CBC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PAGE </w:instrText>
        </w:r>
        <w:r>
          <w:fldChar w:fldCharType="separate"/>
        </w:r>
        <w:r w:rsidRPr="55890CBC" w:rsidR="55890CBC">
          <w:rPr>
            <w:rFonts w:ascii="Segoe UI" w:hAnsi="Segoe UI" w:eastAsia="Segoe UI" w:cs="Segoe UI"/>
            <w:noProof/>
          </w:rPr>
          <w:t>1</w:t>
        </w:r>
        <w:r w:rsidRPr="55890CBC">
          <w:rPr>
            <w:rFonts w:ascii="Segoe UI" w:hAnsi="Segoe UI" w:eastAsia="Segoe UI" w:cs="Segoe UI"/>
            <w:noProof/>
          </w:rPr>
          <w:fldChar w:fldCharType="end"/>
        </w:r>
        <w:r w:rsidRPr="55890CBC" w:rsidR="55890CBC">
          <w:rPr>
            <w:rFonts w:ascii="Segoe UI" w:hAnsi="Segoe UI" w:eastAsia="Segoe UI" w:cs="Segoe UI"/>
          </w:rPr>
          <w:t xml:space="preserve"> of </w:t>
        </w:r>
        <w:r w:rsidRPr="55890CBC">
          <w:rPr>
            <w:rFonts w:ascii="Segoe UI" w:hAnsi="Segoe UI" w:eastAsia="Segoe UI" w:cs="Segoe UI"/>
            <w:noProof/>
          </w:rPr>
          <w:fldChar w:fldCharType="begin"/>
        </w:r>
        <w:r>
          <w:instrText xml:space="preserve"> NUMPAGES  </w:instrText>
        </w:r>
        <w:r>
          <w:fldChar w:fldCharType="separate"/>
        </w:r>
        <w:r w:rsidRPr="55890CBC" w:rsidR="55890CBC">
          <w:rPr>
            <w:rFonts w:ascii="Segoe UI" w:hAnsi="Segoe UI" w:eastAsia="Segoe UI" w:cs="Segoe UI"/>
            <w:noProof/>
          </w:rPr>
          <w:t>4</w:t>
        </w:r>
        <w:r w:rsidRPr="55890CBC">
          <w:rPr>
            <w:rFonts w:ascii="Segoe UI" w:hAnsi="Segoe UI" w:eastAsia="Segoe UI" w:cs="Segoe UI"/>
            <w:noProof/>
          </w:rPr>
          <w:fldChar w:fldCharType="end"/>
        </w:r>
      </w:sdtContent>
    </w:sdt>
  </w:p>
  <w:p xmlns:wp14="http://schemas.microsoft.com/office/word/2010/wordml" w:rsidR="009D185F" w:rsidRDefault="009D185F" w14:paraId="23DE523C" wp14:textId="777777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3B3BC8" w:rsidP="00F90996" w:rsidRDefault="003B3BC8" w14:paraId="5043CB0F" wp14:textId="77777777">
      <w:r>
        <w:separator/>
      </w:r>
    </w:p>
  </w:footnote>
  <w:footnote w:type="continuationSeparator" w:id="0">
    <w:p xmlns:wp14="http://schemas.microsoft.com/office/word/2010/wordml" w:rsidR="003B3BC8" w:rsidP="00F90996" w:rsidRDefault="003B3BC8" w14:paraId="07459315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800"/>
      <w:gridCol w:w="4800"/>
      <w:gridCol w:w="4800"/>
    </w:tblGrid>
    <w:tr w:rsidR="55890CBC" w:rsidTr="55890CBC" w14:paraId="5DDC57E7">
      <w:trPr>
        <w:trHeight w:val="300"/>
      </w:trPr>
      <w:tc>
        <w:tcPr>
          <w:tcW w:w="4800" w:type="dxa"/>
          <w:tcMar/>
        </w:tcPr>
        <w:p w:rsidR="55890CBC" w:rsidP="55890CBC" w:rsidRDefault="55890CBC" w14:paraId="0B90C591" w14:textId="7858E55C">
          <w:pPr>
            <w:pStyle w:val="Header"/>
            <w:bidi w:val="0"/>
            <w:ind w:left="-115"/>
            <w:jc w:val="left"/>
          </w:pPr>
        </w:p>
      </w:tc>
      <w:tc>
        <w:tcPr>
          <w:tcW w:w="4800" w:type="dxa"/>
          <w:tcMar/>
        </w:tcPr>
        <w:p w:rsidR="55890CBC" w:rsidP="55890CBC" w:rsidRDefault="55890CBC" w14:paraId="542F665F" w14:textId="51C188F1">
          <w:pPr>
            <w:pStyle w:val="Header"/>
            <w:bidi w:val="0"/>
            <w:jc w:val="center"/>
          </w:pPr>
        </w:p>
      </w:tc>
      <w:tc>
        <w:tcPr>
          <w:tcW w:w="4800" w:type="dxa"/>
          <w:tcMar/>
        </w:tcPr>
        <w:p w:rsidR="55890CBC" w:rsidP="55890CBC" w:rsidRDefault="55890CBC" w14:paraId="3699AD98" w14:textId="64366AF4">
          <w:pPr>
            <w:pStyle w:val="Header"/>
            <w:bidi w:val="0"/>
            <w:ind w:right="-115"/>
            <w:jc w:val="right"/>
          </w:pPr>
        </w:p>
      </w:tc>
    </w:tr>
  </w:tbl>
  <w:p w:rsidR="55890CBC" w:rsidP="55890CBC" w:rsidRDefault="55890CBC" w14:paraId="29EB5AAA" w14:textId="719F0E82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0B417574"/>
    <w:multiLevelType w:val="hybridMultilevel"/>
    <w:tmpl w:val="6DCA7D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>
    <w:nsid w:val="17C2205C"/>
    <w:multiLevelType w:val="hybridMultilevel"/>
    <w:tmpl w:val="4B64939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hint="default" w:ascii="Courier New" w:hAnsi="Courier New" w:eastAsia="Times New Roman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>
    <w:nsid w:val="1DDB050F"/>
    <w:multiLevelType w:val="hybridMultilevel"/>
    <w:tmpl w:val="964EB15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1E3A5505"/>
    <w:multiLevelType w:val="hybridMultilevel"/>
    <w:tmpl w:val="EE46BB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33784065"/>
    <w:multiLevelType w:val="hybridMultilevel"/>
    <w:tmpl w:val="426C80E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hint="default" w:ascii="Courier New" w:hAnsi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434A3441"/>
    <w:multiLevelType w:val="hybridMultilevel"/>
    <w:tmpl w:val="A2D68C8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4C080EA9"/>
    <w:multiLevelType w:val="hybridMultilevel"/>
    <w:tmpl w:val="41F23D8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nsid w:val="59BB13F9"/>
    <w:multiLevelType w:val="hybridMultilevel"/>
    <w:tmpl w:val="EE70C12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F7E3E"/>
    <w:multiLevelType w:val="hybridMultilevel"/>
    <w:tmpl w:val="B25268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9065E"/>
    <w:multiLevelType w:val="hybridMultilevel"/>
    <w:tmpl w:val="E434357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17"/>
  </w:num>
  <w:num w:numId="5">
    <w:abstractNumId w:val="2"/>
  </w:num>
  <w:num w:numId="6">
    <w:abstractNumId w:val="1"/>
  </w:num>
  <w:num w:numId="7">
    <w:abstractNumId w:val="5"/>
  </w:num>
  <w:num w:numId="8">
    <w:abstractNumId w:val="16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18"/>
  </w:num>
  <w:num w:numId="14">
    <w:abstractNumId w:val="4"/>
  </w:num>
  <w:num w:numId="15">
    <w:abstractNumId w:val="8"/>
  </w:num>
  <w:num w:numId="16">
    <w:abstractNumId w:val="3"/>
  </w:num>
  <w:num w:numId="17">
    <w:abstractNumId w:val="15"/>
  </w:num>
  <w:num w:numId="18">
    <w:abstractNumId w:val="13"/>
  </w:num>
  <w:num w:numId="19">
    <w:abstractNumId w:val="7"/>
  </w:num>
  <w:num w:numId="20">
    <w:abstractNumId w:val="6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embedSystemFont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42E2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04CC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76139"/>
    <w:rsid w:val="0038523D"/>
    <w:rsid w:val="00386390"/>
    <w:rsid w:val="00386ABA"/>
    <w:rsid w:val="00392075"/>
    <w:rsid w:val="003A0DD6"/>
    <w:rsid w:val="003A4A1F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0E4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267D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639A4"/>
    <w:rsid w:val="00782D00"/>
    <w:rsid w:val="00785E47"/>
    <w:rsid w:val="007B498E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D673B"/>
    <w:rsid w:val="008E0925"/>
    <w:rsid w:val="008E5214"/>
    <w:rsid w:val="008E69A1"/>
    <w:rsid w:val="008F1174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234E1"/>
    <w:rsid w:val="00C30146"/>
    <w:rsid w:val="00C40780"/>
    <w:rsid w:val="00C40EB0"/>
    <w:rsid w:val="00C53173"/>
    <w:rsid w:val="00C541A5"/>
    <w:rsid w:val="00C55E2D"/>
    <w:rsid w:val="00C56820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D1BC4"/>
    <w:rsid w:val="00FE1B20"/>
    <w:rsid w:val="00FF03CA"/>
    <w:rsid w:val="04C75028"/>
    <w:rsid w:val="2EA5BCFE"/>
    <w:rsid w:val="35E21CE7"/>
    <w:rsid w:val="43407538"/>
    <w:rsid w:val="5519F215"/>
    <w:rsid w:val="55890CBC"/>
    <w:rsid w:val="61BF241D"/>
    <w:rsid w:val="7135EF16"/>
    <w:rsid w:val="71E637F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3583360C"/>
  <w15:docId w15:val="{E5CD94FE-D6F5-4841-BE74-0AA5744646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styleId="Heading1Char" w:customStyle="1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hAnsi="Arial Narrow" w:eastAsiaTheme="majorEastAsia" w:cstheme="majorBidi"/>
      <w:b/>
      <w:bCs/>
      <w:caps/>
      <w:sz w:val="44"/>
      <w:shd w:val="clear" w:color="auto" w:fill="000000"/>
    </w:rPr>
  </w:style>
  <w:style w:type="character" w:styleId="Heading2Char" w:customStyle="1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hAnsi="Arial Narrow" w:eastAsiaTheme="majorEastAsia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styleId="Heading4Char" w:customStyle="1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hAnsi="Arial Narrow" w:eastAsiaTheme="majorEastAsia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styleId="TableGrid1" w:customStyle="1">
    <w:name w:val="Table Grid1"/>
    <w:basedOn w:val="TableNormal"/>
    <w:next w:val="TableGrid"/>
    <w:uiPriority w:val="59"/>
    <w:rsid w:val="002031C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customXml" Target="../customXml/item5.xml" Id="rId14" /><Relationship Type="http://schemas.openxmlformats.org/officeDocument/2006/relationships/glossaryDocument" Target="glossary/document.xml" Id="Ra6e655ff2e084c60" /><Relationship Type="http://schemas.openxmlformats.org/officeDocument/2006/relationships/header" Target="header.xml" Id="R728d798d8e674d4d" /></Relationships>
</file>

<file path=word/glossary/document.xml><?xml version="1.0" encoding="utf-8"?>
<w:glossaryDocument xmlns:wp14="http://schemas.microsoft.com/office/word/2010/wordprocessingDrawing" xmlns:w14="http://schemas.microsoft.com/office/word/2010/wordml" xmlns:w="http://schemas.openxmlformats.org/wordprocessingml/2006/main" xmlns:mc="http://schemas.openxmlformats.org/markup-compatibility/2006" mc:Ignorable="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fe8af9-337e-4be5-9d80-ac833e257b0d}"/>
      </w:docPartPr>
      <w:docPartBody>
        <w:p xmlns:wp14="http://schemas.microsoft.com/office/word/2010/wordml" w14:paraId="2A75C3F4" wp14:textId="77777777">
          <w:r>
            <w:rPr>
              <w:rStyle w:val="PlaceholderText"/>
            </w:rPr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383464aee9efd7556238336f9cd909cd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35e1b89f908c08a658d884d7918025cf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Props1.xml><?xml version="1.0" encoding="utf-8"?>
<ds:datastoreItem xmlns:ds="http://schemas.openxmlformats.org/officeDocument/2006/customXml" ds:itemID="{AB960448-D3FC-4CA9-A8CD-E58089C6C4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965D4C-A721-422D-B4A2-D37DBB91FC62}"/>
</file>

<file path=customXml/itemProps3.xml><?xml version="1.0" encoding="utf-8"?>
<ds:datastoreItem xmlns:ds="http://schemas.openxmlformats.org/officeDocument/2006/customXml" ds:itemID="{190AEF99-2680-466A-B329-16050F7F506F}"/>
</file>

<file path=customXml/itemProps4.xml><?xml version="1.0" encoding="utf-8"?>
<ds:datastoreItem xmlns:ds="http://schemas.openxmlformats.org/officeDocument/2006/customXml" ds:itemID="{F5C486B7-6621-4C8F-A0F2-4736E7B848ED}"/>
</file>

<file path=customXml/itemProps5.xml><?xml version="1.0" encoding="utf-8"?>
<ds:datastoreItem xmlns:ds="http://schemas.openxmlformats.org/officeDocument/2006/customXml" ds:itemID="{BD79A964-D5EE-4CF5-A415-087676A468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Hannah Gillard</lastModifiedBy>
  <revision>14</revision>
  <dcterms:created xsi:type="dcterms:W3CDTF">2014-02-18T04:40:00.0000000Z</dcterms:created>
  <dcterms:modified xsi:type="dcterms:W3CDTF">2024-05-30T09:18:04.0931006Z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27dcf807-6750-4b71-bafb-10dbf25b5b8c</vt:lpwstr>
  </property>
  <property fmtid="{D5CDD505-2E9C-101B-9397-08002B2CF9AE}" pid="4" name="MediaServiceImageTags">
    <vt:lpwstr/>
  </property>
</Properties>
</file>