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0FA19" w14:textId="0C344E3A" w:rsidR="003B3BC8" w:rsidRPr="005530AD" w:rsidRDefault="003B3BC8" w:rsidP="00104680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5530AD">
        <w:rPr>
          <w:rFonts w:ascii="Segoe UI" w:hAnsi="Segoe UI" w:cs="Segoe UI"/>
          <w:sz w:val="28"/>
          <w:szCs w:val="28"/>
        </w:rPr>
        <w:t>[Insert organisation name/logo]</w:t>
      </w:r>
    </w:p>
    <w:p w14:paraId="3109775B" w14:textId="77777777" w:rsidR="003B3BC8" w:rsidRPr="005530AD" w:rsidRDefault="002C4ECA" w:rsidP="00104680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5530AD">
        <w:rPr>
          <w:rFonts w:ascii="Segoe UI" w:hAnsi="Segoe UI" w:cs="Segoe UI"/>
          <w:sz w:val="28"/>
          <w:szCs w:val="28"/>
        </w:rPr>
        <w:t xml:space="preserve">CLIENT </w:t>
      </w:r>
      <w:r w:rsidR="00BD6715" w:rsidRPr="005530AD">
        <w:rPr>
          <w:rFonts w:ascii="Segoe UI" w:hAnsi="Segoe UI" w:cs="Segoe UI"/>
          <w:sz w:val="28"/>
          <w:szCs w:val="28"/>
        </w:rPr>
        <w:t>INTAKE FORM</w:t>
      </w:r>
    </w:p>
    <w:p w14:paraId="5334B533" w14:textId="77777777" w:rsidR="003B3BC8" w:rsidRPr="00104680" w:rsidRDefault="003B3BC8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281848E2" w14:textId="77CEFC74" w:rsidR="002218B8" w:rsidRPr="00104680" w:rsidRDefault="002218B8" w:rsidP="00104680">
      <w:pPr>
        <w:keepNext/>
        <w:keepLines/>
        <w:shd w:val="clear" w:color="auto" w:fill="E6E6E6"/>
        <w:spacing w:before="120" w:after="120" w:line="276" w:lineRule="auto"/>
        <w:jc w:val="left"/>
        <w:outlineLvl w:val="1"/>
        <w:rPr>
          <w:rFonts w:ascii="Segoe UI" w:eastAsiaTheme="majorEastAsia" w:hAnsi="Segoe UI" w:cs="Segoe UI"/>
          <w:b/>
          <w:bCs/>
          <w:caps/>
          <w:sz w:val="22"/>
          <w:szCs w:val="22"/>
        </w:rPr>
      </w:pP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 xml:space="preserve">SECTION 1. </w:t>
      </w:r>
      <w:r w:rsidR="005530AD">
        <w:rPr>
          <w:rFonts w:ascii="Segoe UI" w:eastAsiaTheme="majorEastAsia" w:hAnsi="Segoe UI" w:cs="Segoe UI"/>
          <w:b/>
          <w:bCs/>
          <w:caps/>
          <w:sz w:val="22"/>
          <w:szCs w:val="22"/>
        </w:rPr>
        <w:tab/>
      </w:r>
      <w:r w:rsidR="00EF1048"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>INTAKE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26"/>
        <w:gridCol w:w="3064"/>
        <w:gridCol w:w="1652"/>
        <w:gridCol w:w="2028"/>
      </w:tblGrid>
      <w:tr w:rsidR="007C0BCA" w:rsidRPr="00104680" w14:paraId="24F6D826" w14:textId="77777777" w:rsidTr="00BB099E">
        <w:tc>
          <w:tcPr>
            <w:tcW w:w="192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6B0DA65" w14:textId="77777777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Intake date</w:t>
            </w:r>
          </w:p>
        </w:tc>
        <w:tc>
          <w:tcPr>
            <w:tcW w:w="3064" w:type="dxa"/>
            <w:tcBorders>
              <w:left w:val="single" w:sz="2" w:space="0" w:color="auto"/>
            </w:tcBorders>
          </w:tcPr>
          <w:p w14:paraId="09B73BCC" w14:textId="77777777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52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57DB230" w14:textId="77777777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Time</w:t>
            </w:r>
          </w:p>
        </w:tc>
        <w:tc>
          <w:tcPr>
            <w:tcW w:w="2028" w:type="dxa"/>
            <w:tcBorders>
              <w:left w:val="single" w:sz="2" w:space="0" w:color="auto"/>
            </w:tcBorders>
          </w:tcPr>
          <w:p w14:paraId="5229B44D" w14:textId="77777777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0BCA" w:rsidRPr="00104680" w14:paraId="1704AA2D" w14:textId="77777777" w:rsidTr="00BB099E">
        <w:tc>
          <w:tcPr>
            <w:tcW w:w="192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CCEEC0B" w14:textId="77777777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proofErr w:type="gramStart"/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Intake</w:t>
            </w:r>
            <w:proofErr w:type="gramEnd"/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staff member</w:t>
            </w:r>
            <w:r w:rsidR="00ED4FCB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3064" w:type="dxa"/>
            <w:tcBorders>
              <w:left w:val="single" w:sz="2" w:space="0" w:color="auto"/>
            </w:tcBorders>
          </w:tcPr>
          <w:p w14:paraId="19422B5B" w14:textId="77777777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52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A85EEDE" w14:textId="77777777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Staff member Phone</w:t>
            </w:r>
          </w:p>
        </w:tc>
        <w:tc>
          <w:tcPr>
            <w:tcW w:w="2028" w:type="dxa"/>
            <w:tcBorders>
              <w:left w:val="single" w:sz="2" w:space="0" w:color="auto"/>
            </w:tcBorders>
          </w:tcPr>
          <w:p w14:paraId="1F2985F4" w14:textId="77777777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CE06BF" w:rsidRPr="00104680" w14:paraId="4C419E2A" w14:textId="77777777" w:rsidTr="00BB099E">
        <w:tc>
          <w:tcPr>
            <w:tcW w:w="192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9012D3B" w14:textId="77777777" w:rsidR="00CE06BF" w:rsidRPr="00104680" w:rsidRDefault="00CE06BF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Program/service of interest</w:t>
            </w:r>
          </w:p>
        </w:tc>
        <w:tc>
          <w:tcPr>
            <w:tcW w:w="6744" w:type="dxa"/>
            <w:gridSpan w:val="3"/>
            <w:tcBorders>
              <w:left w:val="single" w:sz="2" w:space="0" w:color="auto"/>
            </w:tcBorders>
          </w:tcPr>
          <w:p w14:paraId="2D3102B5" w14:textId="77777777" w:rsidR="00CE06BF" w:rsidRPr="00104680" w:rsidRDefault="00CE06B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C5D84E2" w14:textId="77777777" w:rsidR="007C0BCA" w:rsidRPr="00104680" w:rsidRDefault="007C0BCA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0"/>
        <w:gridCol w:w="2319"/>
        <w:gridCol w:w="1682"/>
        <w:gridCol w:w="1549"/>
        <w:gridCol w:w="1280"/>
      </w:tblGrid>
      <w:tr w:rsidR="001E3C7F" w:rsidRPr="00104680" w14:paraId="497F39B2" w14:textId="77777777" w:rsidTr="00BB099E">
        <w:tc>
          <w:tcPr>
            <w:tcW w:w="184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ABF7A7C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4001" w:type="dxa"/>
            <w:gridSpan w:val="2"/>
            <w:tcBorders>
              <w:left w:val="single" w:sz="2" w:space="0" w:color="auto"/>
            </w:tcBorders>
          </w:tcPr>
          <w:p w14:paraId="1ECAE394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4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8897A68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Reference #</w:t>
            </w:r>
          </w:p>
        </w:tc>
        <w:tc>
          <w:tcPr>
            <w:tcW w:w="1280" w:type="dxa"/>
            <w:tcBorders>
              <w:left w:val="single" w:sz="2" w:space="0" w:color="auto"/>
            </w:tcBorders>
          </w:tcPr>
          <w:p w14:paraId="7D29D938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E3C7F" w:rsidRPr="00104680" w14:paraId="16FC772F" w14:textId="77777777" w:rsidTr="00BB099E">
        <w:tc>
          <w:tcPr>
            <w:tcW w:w="184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0D54159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Address</w:t>
            </w:r>
          </w:p>
        </w:tc>
        <w:tc>
          <w:tcPr>
            <w:tcW w:w="4001" w:type="dxa"/>
            <w:gridSpan w:val="2"/>
            <w:tcBorders>
              <w:left w:val="single" w:sz="2" w:space="0" w:color="auto"/>
            </w:tcBorders>
          </w:tcPr>
          <w:p w14:paraId="0038CB74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54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DE1C5A2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Date of birth</w:t>
            </w:r>
          </w:p>
        </w:tc>
        <w:tc>
          <w:tcPr>
            <w:tcW w:w="1280" w:type="dxa"/>
            <w:tcBorders>
              <w:left w:val="single" w:sz="2" w:space="0" w:color="auto"/>
            </w:tcBorders>
          </w:tcPr>
          <w:p w14:paraId="79679CEF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E3C7F" w:rsidRPr="00104680" w14:paraId="4A274D27" w14:textId="77777777" w:rsidTr="00BB099E">
        <w:tc>
          <w:tcPr>
            <w:tcW w:w="184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E751160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Phone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14:paraId="1C287EC5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82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8941ED0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Mob</w:t>
            </w:r>
            <w:r w:rsidR="00B00848" w:rsidRPr="00104680">
              <w:rPr>
                <w:rFonts w:ascii="Segoe UI" w:hAnsi="Segoe UI" w:cs="Segoe UI"/>
                <w:b/>
                <w:sz w:val="22"/>
                <w:szCs w:val="22"/>
              </w:rPr>
              <w:t>ile</w:t>
            </w:r>
          </w:p>
        </w:tc>
        <w:tc>
          <w:tcPr>
            <w:tcW w:w="2829" w:type="dxa"/>
            <w:gridSpan w:val="2"/>
            <w:tcBorders>
              <w:left w:val="single" w:sz="2" w:space="0" w:color="auto"/>
            </w:tcBorders>
          </w:tcPr>
          <w:p w14:paraId="456EE3D5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E3C7F" w:rsidRPr="00104680" w14:paraId="643EE5B4" w14:textId="77777777" w:rsidTr="00BB099E">
        <w:tc>
          <w:tcPr>
            <w:tcW w:w="184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0C7A4C9" w14:textId="4BA301AA" w:rsidR="001E3C7F" w:rsidRPr="00104680" w:rsidRDefault="370DA90E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bCs/>
                <w:sz w:val="22"/>
                <w:szCs w:val="22"/>
              </w:rPr>
              <w:t>Aboriginal and/or Torres Strait Islander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14:paraId="6609A821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82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B83F686" w14:textId="77777777" w:rsidR="001E3C7F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Language spoken</w:t>
            </w:r>
          </w:p>
        </w:tc>
        <w:tc>
          <w:tcPr>
            <w:tcW w:w="2829" w:type="dxa"/>
            <w:gridSpan w:val="2"/>
            <w:tcBorders>
              <w:left w:val="single" w:sz="2" w:space="0" w:color="auto"/>
            </w:tcBorders>
          </w:tcPr>
          <w:p w14:paraId="309521D0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E3C7F" w:rsidRPr="00104680" w14:paraId="6AE5734E" w14:textId="77777777" w:rsidTr="00BB099E">
        <w:tc>
          <w:tcPr>
            <w:tcW w:w="184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BFF0C9F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Int</w:t>
            </w:r>
            <w:r w:rsidR="007C0BCA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erpreter required 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14:paraId="62940E9F" w14:textId="3AEB6F0E" w:rsidR="007C0BCA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379316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99E" w:rsidRPr="00104680">
                  <w:rPr>
                    <w:rFonts w:ascii="Segoe UI" w:eastAsia="Wingdings 2" w:hAnsi="Segoe UI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C0BCA" w:rsidRPr="00104680">
              <w:rPr>
                <w:rFonts w:ascii="Segoe UI" w:hAnsi="Segoe UI" w:cs="Segoe UI"/>
                <w:sz w:val="22"/>
                <w:szCs w:val="22"/>
              </w:rPr>
              <w:t xml:space="preserve">Yes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989603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99E" w:rsidRPr="00104680">
                  <w:rPr>
                    <w:rFonts w:ascii="Segoe UI" w:eastAsia="Wingdings 2" w:hAnsi="Segoe UI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C0BCA" w:rsidRPr="00104680">
              <w:rPr>
                <w:rFonts w:ascii="Segoe UI" w:hAnsi="Segoe UI" w:cs="Segoe UI"/>
                <w:sz w:val="22"/>
                <w:szCs w:val="22"/>
              </w:rPr>
              <w:t xml:space="preserve"> No   </w:t>
            </w:r>
          </w:p>
          <w:p w14:paraId="6501C1F3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82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F7A7F77" w14:textId="77777777" w:rsidR="001E3C7F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Gender </w:t>
            </w:r>
          </w:p>
        </w:tc>
        <w:tc>
          <w:tcPr>
            <w:tcW w:w="2829" w:type="dxa"/>
            <w:gridSpan w:val="2"/>
            <w:tcBorders>
              <w:left w:val="single" w:sz="2" w:space="0" w:color="auto"/>
            </w:tcBorders>
          </w:tcPr>
          <w:p w14:paraId="6978B931" w14:textId="2F9127EE" w:rsidR="007C0BCA" w:rsidRPr="00104680" w:rsidRDefault="007C0BCA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7657925" w14:textId="77777777" w:rsidR="001E3C7F" w:rsidRPr="00104680" w:rsidRDefault="001E3C7F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F8562A1" w14:textId="77777777" w:rsidR="001E3C7F" w:rsidRPr="00104680" w:rsidRDefault="001E3C7F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EF1048" w:rsidRPr="00104680" w14:paraId="3218E2CE" w14:textId="77777777" w:rsidTr="001E772F">
        <w:trPr>
          <w:trHeight w:val="405"/>
        </w:trPr>
        <w:tc>
          <w:tcPr>
            <w:tcW w:w="8789" w:type="dxa"/>
            <w:shd w:val="clear" w:color="auto" w:fill="D9D9D9" w:themeFill="background1" w:themeFillShade="D9"/>
          </w:tcPr>
          <w:p w14:paraId="3B25BEE3" w14:textId="77777777" w:rsidR="00EF1048" w:rsidRPr="00104680" w:rsidRDefault="00EF1048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Intake by </w:t>
            </w:r>
          </w:p>
        </w:tc>
      </w:tr>
      <w:tr w:rsidR="00EF1048" w:rsidRPr="00104680" w14:paraId="555A5D24" w14:textId="77777777" w:rsidTr="001E772F">
        <w:tc>
          <w:tcPr>
            <w:tcW w:w="8789" w:type="dxa"/>
          </w:tcPr>
          <w:p w14:paraId="7FC1D897" w14:textId="74A25352" w:rsidR="00EF1048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57181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99E" w:rsidRPr="00104680">
                  <w:rPr>
                    <w:rFonts w:ascii="Segoe UI" w:eastAsia="Wingdings 2" w:hAnsi="Segoe UI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EF1048" w:rsidRPr="00104680">
              <w:rPr>
                <w:rFonts w:ascii="Segoe UI" w:hAnsi="Segoe UI" w:cs="Segoe UI"/>
                <w:sz w:val="22"/>
                <w:szCs w:val="22"/>
              </w:rPr>
              <w:t xml:space="preserve">Phone                             </w:t>
            </w:r>
            <w:sdt>
              <w:sdtPr>
                <w:rPr>
                  <w:rFonts w:ascii="Segoe UI" w:hAnsi="Segoe UI" w:cs="Segoe UI"/>
                  <w:b/>
                  <w:sz w:val="22"/>
                  <w:szCs w:val="22"/>
                </w:rPr>
                <w:id w:val="-44161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99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B099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EF1048" w:rsidRPr="00104680">
              <w:rPr>
                <w:rFonts w:ascii="Segoe UI" w:hAnsi="Segoe UI" w:cs="Segoe UI"/>
                <w:sz w:val="22"/>
                <w:szCs w:val="22"/>
              </w:rPr>
              <w:t xml:space="preserve">Face to face               </w:t>
            </w:r>
            <w:r w:rsidR="00B00848" w:rsidRPr="00104680">
              <w:rPr>
                <w:rFonts w:ascii="Segoe UI" w:hAnsi="Segoe UI" w:cs="Segoe UI"/>
                <w:sz w:val="22"/>
                <w:szCs w:val="22"/>
              </w:rPr>
              <w:t xml:space="preserve">   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262452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99E" w:rsidRPr="00104680">
                  <w:rPr>
                    <w:rFonts w:ascii="Segoe UI" w:eastAsia="Wingdings 2" w:hAnsi="Segoe UI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EF1048" w:rsidRPr="00104680">
              <w:rPr>
                <w:rFonts w:ascii="Segoe UI" w:hAnsi="Segoe UI" w:cs="Segoe UI"/>
                <w:sz w:val="22"/>
                <w:szCs w:val="22"/>
              </w:rPr>
              <w:t xml:space="preserve">Self-referral                </w:t>
            </w:r>
          </w:p>
          <w:p w14:paraId="4A9F1E4D" w14:textId="42EBEA16" w:rsidR="00EF1048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70562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99E" w:rsidRPr="00104680">
                  <w:rPr>
                    <w:rFonts w:ascii="Segoe UI" w:eastAsia="Wingdings 2" w:hAnsi="Segoe UI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EF1048" w:rsidRPr="00104680">
              <w:rPr>
                <w:rFonts w:ascii="Segoe UI" w:hAnsi="Segoe UI" w:cs="Segoe UI"/>
                <w:sz w:val="22"/>
                <w:szCs w:val="22"/>
              </w:rPr>
              <w:t xml:space="preserve">Referral from another organisation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922883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99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EF1048" w:rsidRPr="00104680">
              <w:rPr>
                <w:rFonts w:ascii="Segoe UI" w:hAnsi="Segoe UI" w:cs="Segoe UI"/>
                <w:sz w:val="22"/>
                <w:szCs w:val="22"/>
              </w:rPr>
              <w:t>Other (specify</w:t>
            </w:r>
            <w:proofErr w:type="gramStart"/>
            <w:r w:rsidR="00EF1048" w:rsidRPr="00104680">
              <w:rPr>
                <w:rFonts w:ascii="Segoe UI" w:hAnsi="Segoe UI" w:cs="Segoe UI"/>
                <w:sz w:val="22"/>
                <w:szCs w:val="22"/>
              </w:rPr>
              <w:t>):_</w:t>
            </w:r>
            <w:proofErr w:type="gramEnd"/>
            <w:r w:rsidR="00EF1048" w:rsidRPr="00104680">
              <w:rPr>
                <w:rFonts w:ascii="Segoe UI" w:hAnsi="Segoe UI" w:cs="Segoe UI"/>
                <w:sz w:val="22"/>
                <w:szCs w:val="22"/>
              </w:rPr>
              <w:t xml:space="preserve">_____________________________  </w:t>
            </w:r>
          </w:p>
        </w:tc>
      </w:tr>
    </w:tbl>
    <w:p w14:paraId="06B420DF" w14:textId="77777777" w:rsidR="00EF1048" w:rsidRPr="00104680" w:rsidRDefault="00EF1048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1840"/>
        <w:gridCol w:w="1562"/>
      </w:tblGrid>
      <w:tr w:rsidR="007D10AC" w:rsidRPr="00104680" w14:paraId="73F400F9" w14:textId="77777777" w:rsidTr="00CC2ED0">
        <w:trPr>
          <w:trHeight w:val="345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14:paraId="475DC8FA" w14:textId="1EFE4F4F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i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Referral organisation details </w:t>
            </w:r>
            <w:r w:rsidRPr="00104680">
              <w:rPr>
                <w:rFonts w:ascii="Segoe UI" w:hAnsi="Segoe UI" w:cs="Segoe UI"/>
                <w:sz w:val="22"/>
                <w:szCs w:val="22"/>
              </w:rPr>
              <w:t>(</w:t>
            </w:r>
            <w:r w:rsidRPr="00104680">
              <w:rPr>
                <w:rFonts w:ascii="Segoe UI" w:hAnsi="Segoe UI" w:cs="Segoe UI"/>
                <w:i/>
                <w:sz w:val="22"/>
                <w:szCs w:val="22"/>
              </w:rPr>
              <w:t xml:space="preserve">To complete only if referral from another organisation </w:t>
            </w:r>
            <w:r w:rsidR="00BB099E" w:rsidRPr="00104680">
              <w:rPr>
                <w:rFonts w:ascii="Segoe UI" w:hAnsi="Segoe UI" w:cs="Segoe UI"/>
                <w:i/>
                <w:sz w:val="22"/>
                <w:szCs w:val="22"/>
              </w:rPr>
              <w:t xml:space="preserve">has </w:t>
            </w:r>
            <w:r w:rsidRPr="00104680">
              <w:rPr>
                <w:rFonts w:ascii="Segoe UI" w:hAnsi="Segoe UI" w:cs="Segoe UI"/>
                <w:i/>
                <w:sz w:val="22"/>
                <w:szCs w:val="22"/>
              </w:rPr>
              <w:t>been made)</w:t>
            </w:r>
          </w:p>
        </w:tc>
      </w:tr>
      <w:tr w:rsidR="007D10AC" w:rsidRPr="00104680" w14:paraId="0199C55C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2D64EB5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Organisation name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22967882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D10AC" w:rsidRPr="00104680" w14:paraId="7C6924F6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334FB65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Address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229D022C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D10AC" w:rsidRPr="00104680" w14:paraId="1189733A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8BBF427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Hours of operation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14:paraId="0D926B4A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52AB7AB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Name of program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14:paraId="12D50765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D10AC" w:rsidRPr="00104680" w14:paraId="370E3A4F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1164120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Contact name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2DCD4649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D10AC" w:rsidRPr="00104680" w14:paraId="4BD47DBE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7DFAFBB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Phone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14:paraId="1B657A45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1F105AAC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Mob: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14:paraId="51733566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D10AC" w:rsidRPr="00104680" w14:paraId="26CEC6BC" w14:textId="77777777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1E8CD3F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Date of referral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14:paraId="4B16C0F4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42F52D07" w14:textId="75CAA634" w:rsidR="007D10AC" w:rsidRPr="00104680" w:rsidRDefault="00F2134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Notified referrer of outcome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14:paraId="52CD3DF5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D10AC" w:rsidRPr="00104680" w14:paraId="1DB57FB2" w14:textId="77777777" w:rsidTr="00CC2ED0">
        <w:trPr>
          <w:trHeight w:val="39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5AACEE5" w14:textId="77777777" w:rsidR="007D10AC" w:rsidRPr="00104680" w:rsidRDefault="007D10A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Client consent for referral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64D014A9" w14:textId="36F0A197" w:rsidR="007D10AC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213231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7D10AC" w:rsidRPr="00104680">
              <w:rPr>
                <w:rFonts w:ascii="Segoe UI" w:hAnsi="Segoe UI" w:cs="Segoe UI"/>
                <w:sz w:val="22"/>
                <w:szCs w:val="22"/>
              </w:rPr>
              <w:t xml:space="preserve"> Yes    </w:t>
            </w:r>
            <w:sdt>
              <w:sdtPr>
                <w:rPr>
                  <w:rFonts w:ascii="Segoe UI" w:hAnsi="Segoe UI" w:cs="Segoe UI"/>
                  <w:b/>
                  <w:sz w:val="22"/>
                  <w:szCs w:val="22"/>
                </w:rPr>
                <w:id w:val="-85619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Segoe UI" w:hAnsi="Segoe UI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7D10AC" w:rsidRPr="00104680">
              <w:rPr>
                <w:rFonts w:ascii="Segoe UI" w:hAnsi="Segoe UI" w:cs="Segoe UI"/>
                <w:sz w:val="22"/>
                <w:szCs w:val="22"/>
              </w:rPr>
              <w:t xml:space="preserve">No   </w:t>
            </w:r>
          </w:p>
        </w:tc>
      </w:tr>
      <w:tr w:rsidR="00714F45" w:rsidRPr="00104680" w14:paraId="46C742E6" w14:textId="77777777" w:rsidTr="00CC2ED0">
        <w:trPr>
          <w:trHeight w:val="39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6F0A382" w14:textId="77777777" w:rsidR="00714F45" w:rsidRPr="00104680" w:rsidRDefault="00714F45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Reason for referral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14:paraId="68BD95E1" w14:textId="77777777" w:rsidR="00714F45" w:rsidRPr="00104680" w:rsidRDefault="00714F45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C2BC8E8" w14:textId="77777777" w:rsidR="002307BC" w:rsidRPr="00104680" w:rsidRDefault="002307B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55E4A7E" w14:textId="77777777" w:rsidR="00506D82" w:rsidRPr="00104680" w:rsidRDefault="00506D82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2E8CAE62" w14:textId="77777777" w:rsidR="004F475E" w:rsidRPr="00104680" w:rsidRDefault="004F475E" w:rsidP="00104680">
      <w:pPr>
        <w:spacing w:line="276" w:lineRule="auto"/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2307BC" w:rsidRPr="00104680" w14:paraId="1895597D" w14:textId="77777777" w:rsidTr="004F475E">
        <w:trPr>
          <w:trHeight w:val="439"/>
        </w:trPr>
        <w:tc>
          <w:tcPr>
            <w:tcW w:w="8670" w:type="dxa"/>
            <w:shd w:val="clear" w:color="auto" w:fill="D9D9D9" w:themeFill="background1" w:themeFillShade="D9"/>
          </w:tcPr>
          <w:p w14:paraId="6D5CB4EA" w14:textId="4D43E2F9" w:rsidR="002307BC" w:rsidRPr="00104680" w:rsidRDefault="2C971035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bCs/>
                <w:sz w:val="22"/>
                <w:szCs w:val="22"/>
              </w:rPr>
              <w:t>Client history</w:t>
            </w:r>
            <w:r w:rsidR="002307BC" w:rsidRPr="0010468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307BC" w:rsidRPr="00104680" w14:paraId="1A3E469A" w14:textId="77777777" w:rsidTr="004F475E">
        <w:tc>
          <w:tcPr>
            <w:tcW w:w="8670" w:type="dxa"/>
          </w:tcPr>
          <w:p w14:paraId="410970A0" w14:textId="77777777" w:rsidR="002307BC" w:rsidRPr="00104680" w:rsidRDefault="002307BC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4EC8434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1FE221D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496DA37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55543FC" w14:textId="77777777" w:rsidR="002307BC" w:rsidRPr="00104680" w:rsidRDefault="002307BC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65C16A0B" w14:textId="77777777" w:rsidR="000E2000" w:rsidRPr="00104680" w:rsidRDefault="000E2000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6FA6FB2F" w14:textId="23A47952" w:rsidR="004F475E" w:rsidRPr="00104680" w:rsidRDefault="004F475E" w:rsidP="00104680">
      <w:pPr>
        <w:keepNext/>
        <w:keepLines/>
        <w:shd w:val="clear" w:color="auto" w:fill="E6E6E6"/>
        <w:spacing w:before="120" w:after="120" w:line="276" w:lineRule="auto"/>
        <w:jc w:val="left"/>
        <w:outlineLvl w:val="1"/>
        <w:rPr>
          <w:rFonts w:ascii="Segoe UI" w:eastAsiaTheme="majorEastAsia" w:hAnsi="Segoe UI" w:cs="Segoe UI"/>
          <w:b/>
          <w:bCs/>
          <w:caps/>
          <w:sz w:val="22"/>
          <w:szCs w:val="22"/>
        </w:rPr>
      </w:pP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 xml:space="preserve">SECTION 2. </w:t>
      </w:r>
      <w:r w:rsidR="005530AD">
        <w:rPr>
          <w:rFonts w:ascii="Segoe UI" w:eastAsiaTheme="majorEastAsia" w:hAnsi="Segoe UI" w:cs="Segoe UI"/>
          <w:b/>
          <w:bCs/>
          <w:caps/>
          <w:sz w:val="22"/>
          <w:szCs w:val="22"/>
        </w:rPr>
        <w:tab/>
      </w: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>CLIENT CONSENT</w:t>
      </w:r>
    </w:p>
    <w:p w14:paraId="7B00FAEB" w14:textId="77777777" w:rsidR="004F475E" w:rsidRPr="00104680" w:rsidRDefault="004F475E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3"/>
      </w:tblGrid>
      <w:tr w:rsidR="000E2000" w:rsidRPr="00104680" w14:paraId="5D32775C" w14:textId="77777777" w:rsidTr="00D2512A">
        <w:trPr>
          <w:trHeight w:val="439"/>
        </w:trPr>
        <w:tc>
          <w:tcPr>
            <w:tcW w:w="8783" w:type="dxa"/>
            <w:shd w:val="clear" w:color="auto" w:fill="D9D9D9" w:themeFill="background1" w:themeFillShade="D9"/>
          </w:tcPr>
          <w:p w14:paraId="480E0714" w14:textId="77777777" w:rsidR="000E2000" w:rsidRPr="00104680" w:rsidRDefault="000E2000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Client consent  </w:t>
            </w:r>
          </w:p>
        </w:tc>
      </w:tr>
      <w:tr w:rsidR="000E2000" w:rsidRPr="00104680" w14:paraId="54750098" w14:textId="77777777" w:rsidTr="00D2512A">
        <w:trPr>
          <w:trHeight w:val="2877"/>
        </w:trPr>
        <w:tc>
          <w:tcPr>
            <w:tcW w:w="8783" w:type="dxa"/>
            <w:shd w:val="clear" w:color="auto" w:fill="FFFFFF" w:themeFill="background1"/>
          </w:tcPr>
          <w:p w14:paraId="7419F03E" w14:textId="77777777" w:rsidR="000E2000" w:rsidRPr="00104680" w:rsidRDefault="000E2000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22262FA" w14:textId="06D21264" w:rsidR="000E2000" w:rsidRPr="00104680" w:rsidRDefault="30A98B72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proofErr w:type="gramStart"/>
            <w:r w:rsidRPr="00104680">
              <w:rPr>
                <w:rFonts w:ascii="Segoe UI" w:hAnsi="Segoe UI" w:cs="Segoe UI"/>
                <w:sz w:val="22"/>
                <w:szCs w:val="22"/>
              </w:rPr>
              <w:t>I, _</w:t>
            </w:r>
            <w:proofErr w:type="gramEnd"/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_______________________________________________ understand and agree for </w:t>
            </w:r>
            <w:r w:rsidRPr="00104680">
              <w:rPr>
                <w:rFonts w:ascii="Segoe UI" w:hAnsi="Segoe UI" w:cs="Segoe UI"/>
                <w:b/>
                <w:bCs/>
                <w:sz w:val="22"/>
                <w:szCs w:val="22"/>
              </w:rPr>
              <w:t>[organisation name]</w:t>
            </w:r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 to receive my details</w:t>
            </w:r>
            <w:r w:rsidR="1387ADE1" w:rsidRPr="00104680">
              <w:rPr>
                <w:rFonts w:ascii="Segoe UI" w:hAnsi="Segoe UI" w:cs="Segoe UI"/>
                <w:sz w:val="22"/>
                <w:szCs w:val="22"/>
              </w:rPr>
              <w:t xml:space="preserve"> of treatment</w:t>
            </w:r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. I understand my involvement in this process is voluntary and I may withdraw at </w:t>
            </w:r>
            <w:r w:rsidR="26FE9253" w:rsidRPr="00104680">
              <w:rPr>
                <w:rFonts w:ascii="Segoe UI" w:hAnsi="Segoe UI" w:cs="Segoe UI"/>
                <w:sz w:val="22"/>
                <w:szCs w:val="22"/>
              </w:rPr>
              <w:t>any time</w:t>
            </w:r>
            <w:r w:rsidRPr="00104680">
              <w:rPr>
                <w:rFonts w:ascii="Segoe UI" w:hAnsi="Segoe UI" w:cs="Segoe UI"/>
                <w:sz w:val="22"/>
                <w:szCs w:val="22"/>
              </w:rPr>
              <w:t>. I also understand that I can withdraw my consent at any time. I give consent to share information relating to my treatment and needs.</w:t>
            </w:r>
          </w:p>
          <w:p w14:paraId="1C3BCC64" w14:textId="77777777" w:rsidR="000E2000" w:rsidRPr="00104680" w:rsidRDefault="000E2000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D1CDB51" w14:textId="18E6BA5B" w:rsidR="000E2000" w:rsidRPr="00104680" w:rsidRDefault="000E2000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Consent </w:t>
            </w:r>
            <w:proofErr w:type="gramStart"/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type</w:t>
            </w:r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 :</w:t>
            </w:r>
            <w:proofErr w:type="gramEnd"/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078123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gramStart"/>
            <w:r w:rsidRPr="00104680">
              <w:rPr>
                <w:rFonts w:ascii="Segoe UI" w:hAnsi="Segoe UI" w:cs="Segoe UI"/>
                <w:sz w:val="22"/>
                <w:szCs w:val="22"/>
              </w:rPr>
              <w:t>Verbal  -</w:t>
            </w:r>
            <w:proofErr w:type="gramEnd"/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 Date: ______/_______/_______Time of </w:t>
            </w:r>
            <w:proofErr w:type="gramStart"/>
            <w:r w:rsidRPr="00104680">
              <w:rPr>
                <w:rFonts w:ascii="Segoe UI" w:hAnsi="Segoe UI" w:cs="Segoe UI"/>
                <w:sz w:val="22"/>
                <w:szCs w:val="22"/>
              </w:rPr>
              <w:t>consent: _</w:t>
            </w:r>
            <w:proofErr w:type="gramEnd"/>
            <w:r w:rsidRPr="00104680">
              <w:rPr>
                <w:rFonts w:ascii="Segoe UI" w:hAnsi="Segoe UI" w:cs="Segoe UI"/>
                <w:sz w:val="22"/>
                <w:szCs w:val="22"/>
              </w:rPr>
              <w:t>_____________</w:t>
            </w:r>
          </w:p>
          <w:p w14:paraId="171674BD" w14:textId="5D814EC1" w:rsidR="000E2000" w:rsidRPr="00104680" w:rsidRDefault="000E2000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       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33720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Written - Time of </w:t>
            </w:r>
            <w:proofErr w:type="gramStart"/>
            <w:r w:rsidRPr="00104680">
              <w:rPr>
                <w:rFonts w:ascii="Segoe UI" w:hAnsi="Segoe UI" w:cs="Segoe UI"/>
                <w:sz w:val="22"/>
                <w:szCs w:val="22"/>
              </w:rPr>
              <w:t>consent:_</w:t>
            </w:r>
            <w:proofErr w:type="gramEnd"/>
            <w:r w:rsidRPr="00104680">
              <w:rPr>
                <w:rFonts w:ascii="Segoe UI" w:hAnsi="Segoe UI" w:cs="Segoe UI"/>
                <w:sz w:val="22"/>
                <w:szCs w:val="22"/>
              </w:rPr>
              <w:t>________________________________________</w:t>
            </w:r>
          </w:p>
          <w:p w14:paraId="538946FB" w14:textId="77777777" w:rsidR="000E2000" w:rsidRPr="00104680" w:rsidRDefault="000E2000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Client </w:t>
            </w:r>
            <w:proofErr w:type="gramStart"/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signature</w:t>
            </w:r>
            <w:r w:rsidRPr="00104680">
              <w:rPr>
                <w:rFonts w:ascii="Segoe UI" w:hAnsi="Segoe UI" w:cs="Segoe UI"/>
                <w:sz w:val="22"/>
                <w:szCs w:val="22"/>
              </w:rPr>
              <w:t>:_</w:t>
            </w:r>
            <w:proofErr w:type="gramEnd"/>
            <w:r w:rsidRPr="00104680">
              <w:rPr>
                <w:rFonts w:ascii="Segoe UI" w:hAnsi="Segoe UI" w:cs="Segoe UI"/>
                <w:sz w:val="22"/>
                <w:szCs w:val="22"/>
              </w:rPr>
              <w:t>____________________________________ Date: ______/_______/_______</w:t>
            </w:r>
          </w:p>
        </w:tc>
      </w:tr>
    </w:tbl>
    <w:p w14:paraId="27A4B943" w14:textId="77777777" w:rsidR="000E2000" w:rsidRPr="00104680" w:rsidRDefault="000E2000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1907AF57" w14:textId="7D258677" w:rsidR="005A3A9A" w:rsidRPr="00104680" w:rsidRDefault="005A3A9A" w:rsidP="00104680">
      <w:pPr>
        <w:keepNext/>
        <w:keepLines/>
        <w:shd w:val="clear" w:color="auto" w:fill="E6E6E6"/>
        <w:spacing w:before="120" w:after="120" w:line="276" w:lineRule="auto"/>
        <w:jc w:val="left"/>
        <w:outlineLvl w:val="1"/>
        <w:rPr>
          <w:rFonts w:ascii="Segoe UI" w:eastAsiaTheme="majorEastAsia" w:hAnsi="Segoe UI" w:cs="Segoe UI"/>
          <w:b/>
          <w:bCs/>
          <w:caps/>
          <w:sz w:val="22"/>
          <w:szCs w:val="22"/>
        </w:rPr>
      </w:pP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 xml:space="preserve">SECTION 3. </w:t>
      </w:r>
      <w:r w:rsidR="005530AD">
        <w:rPr>
          <w:rFonts w:ascii="Segoe UI" w:eastAsiaTheme="majorEastAsia" w:hAnsi="Segoe UI" w:cs="Segoe UI"/>
          <w:b/>
          <w:bCs/>
          <w:caps/>
          <w:sz w:val="22"/>
          <w:szCs w:val="22"/>
        </w:rPr>
        <w:tab/>
      </w: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 xml:space="preserve">EMERGENCY CONTACT </w:t>
      </w:r>
    </w:p>
    <w:p w14:paraId="56DE4A63" w14:textId="77777777" w:rsidR="005A3A9A" w:rsidRPr="00104680" w:rsidRDefault="005A3A9A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02" w:type="dxa"/>
        <w:tblInd w:w="-5" w:type="dxa"/>
        <w:tblLook w:val="04A0" w:firstRow="1" w:lastRow="0" w:firstColumn="1" w:lastColumn="0" w:noHBand="0" w:noVBand="1"/>
      </w:tblPr>
      <w:tblGrid>
        <w:gridCol w:w="2268"/>
        <w:gridCol w:w="3116"/>
        <w:gridCol w:w="1260"/>
        <w:gridCol w:w="2258"/>
      </w:tblGrid>
      <w:tr w:rsidR="00285016" w:rsidRPr="00104680" w14:paraId="17447EAD" w14:textId="77777777" w:rsidTr="00D2512A">
        <w:tc>
          <w:tcPr>
            <w:tcW w:w="8902" w:type="dxa"/>
            <w:gridSpan w:val="4"/>
            <w:shd w:val="clear" w:color="auto" w:fill="D9D9D9" w:themeFill="background1" w:themeFillShade="D9"/>
          </w:tcPr>
          <w:p w14:paraId="28D89122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Emergency contact details </w:t>
            </w:r>
          </w:p>
        </w:tc>
      </w:tr>
      <w:tr w:rsidR="00285016" w:rsidRPr="00104680" w14:paraId="50E5A78E" w14:textId="77777777" w:rsidTr="00D2512A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9BC649A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Full name</w:t>
            </w:r>
          </w:p>
        </w:tc>
        <w:tc>
          <w:tcPr>
            <w:tcW w:w="6634" w:type="dxa"/>
            <w:gridSpan w:val="3"/>
            <w:tcBorders>
              <w:left w:val="single" w:sz="2" w:space="0" w:color="auto"/>
            </w:tcBorders>
          </w:tcPr>
          <w:p w14:paraId="0B6C32CD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85016" w:rsidRPr="00104680" w14:paraId="4A25A0FF" w14:textId="77777777" w:rsidTr="00D2512A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559DE8F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Relationship </w:t>
            </w:r>
          </w:p>
        </w:tc>
        <w:tc>
          <w:tcPr>
            <w:tcW w:w="6634" w:type="dxa"/>
            <w:gridSpan w:val="3"/>
            <w:tcBorders>
              <w:left w:val="single" w:sz="2" w:space="0" w:color="auto"/>
            </w:tcBorders>
          </w:tcPr>
          <w:p w14:paraId="33BBE3F9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85016" w:rsidRPr="00104680" w14:paraId="235F8147" w14:textId="77777777" w:rsidTr="00D2512A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09E32CD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Address</w:t>
            </w:r>
          </w:p>
        </w:tc>
        <w:tc>
          <w:tcPr>
            <w:tcW w:w="6634" w:type="dxa"/>
            <w:gridSpan w:val="3"/>
            <w:tcBorders>
              <w:left w:val="single" w:sz="2" w:space="0" w:color="auto"/>
            </w:tcBorders>
          </w:tcPr>
          <w:p w14:paraId="700FA5FB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85016" w:rsidRPr="00104680" w14:paraId="35C89DFA" w14:textId="77777777" w:rsidTr="00D2512A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1EF3445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Phone</w:t>
            </w:r>
          </w:p>
        </w:tc>
        <w:tc>
          <w:tcPr>
            <w:tcW w:w="3116" w:type="dxa"/>
            <w:tcBorders>
              <w:left w:val="single" w:sz="2" w:space="0" w:color="auto"/>
            </w:tcBorders>
          </w:tcPr>
          <w:p w14:paraId="70B50CBC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CB6880C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Mobile</w:t>
            </w:r>
          </w:p>
        </w:tc>
        <w:tc>
          <w:tcPr>
            <w:tcW w:w="2258" w:type="dxa"/>
            <w:tcBorders>
              <w:left w:val="single" w:sz="2" w:space="0" w:color="auto"/>
            </w:tcBorders>
          </w:tcPr>
          <w:p w14:paraId="318E2906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85016" w:rsidRPr="00104680" w14:paraId="2D1DE9B7" w14:textId="77777777" w:rsidTr="00D2512A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C614EA4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6634" w:type="dxa"/>
            <w:gridSpan w:val="3"/>
            <w:tcBorders>
              <w:left w:val="single" w:sz="2" w:space="0" w:color="auto"/>
            </w:tcBorders>
          </w:tcPr>
          <w:p w14:paraId="6C12ED13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85016" w:rsidRPr="00104680" w14:paraId="6A0C6175" w14:textId="77777777" w:rsidTr="00D2512A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F9BD60A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Preferred method of contact </w:t>
            </w:r>
          </w:p>
        </w:tc>
        <w:tc>
          <w:tcPr>
            <w:tcW w:w="6634" w:type="dxa"/>
            <w:gridSpan w:val="3"/>
            <w:tcBorders>
              <w:left w:val="single" w:sz="2" w:space="0" w:color="auto"/>
            </w:tcBorders>
          </w:tcPr>
          <w:p w14:paraId="486F1F30" w14:textId="3E3E053F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044822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Mail           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52098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Phone         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79860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 Mobile       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5623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>Email</w:t>
            </w:r>
          </w:p>
        </w:tc>
      </w:tr>
    </w:tbl>
    <w:p w14:paraId="7803AA5B" w14:textId="2D439B40" w:rsidR="004F475E" w:rsidRPr="00104680" w:rsidRDefault="004F475E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15A7B71A" w14:textId="77777777" w:rsidR="004F475E" w:rsidRPr="00104680" w:rsidRDefault="004F475E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104680">
        <w:rPr>
          <w:rFonts w:ascii="Segoe UI" w:hAnsi="Segoe UI" w:cs="Segoe UI"/>
          <w:sz w:val="22"/>
          <w:szCs w:val="22"/>
        </w:rPr>
        <w:br w:type="page"/>
      </w:r>
    </w:p>
    <w:p w14:paraId="38DA6438" w14:textId="77777777" w:rsidR="00387BE1" w:rsidRPr="00104680" w:rsidRDefault="00387BE1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4282B70E" w14:textId="77777777" w:rsidR="004F475E" w:rsidRPr="00104680" w:rsidRDefault="004F475E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8925"/>
      </w:tblGrid>
      <w:tr w:rsidR="00ED4FCB" w:rsidRPr="00104680" w14:paraId="2A676EF9" w14:textId="77777777" w:rsidTr="00D2512A">
        <w:trPr>
          <w:trHeight w:val="439"/>
        </w:trPr>
        <w:tc>
          <w:tcPr>
            <w:tcW w:w="8925" w:type="dxa"/>
            <w:shd w:val="clear" w:color="auto" w:fill="D9D9D9" w:themeFill="background1" w:themeFillShade="D9"/>
          </w:tcPr>
          <w:p w14:paraId="3FAB51A1" w14:textId="77777777" w:rsidR="00ED4FCB" w:rsidRPr="00104680" w:rsidRDefault="00ED4FC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Intake notes</w:t>
            </w:r>
          </w:p>
        </w:tc>
      </w:tr>
      <w:tr w:rsidR="00ED4FCB" w:rsidRPr="00104680" w14:paraId="2407E2AD" w14:textId="77777777" w:rsidTr="00D2512A">
        <w:tc>
          <w:tcPr>
            <w:tcW w:w="8925" w:type="dxa"/>
          </w:tcPr>
          <w:p w14:paraId="678C6E32" w14:textId="77777777" w:rsidR="00ED4FCB" w:rsidRPr="00104680" w:rsidRDefault="00ED4FC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38067F6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C114326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8601068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897B1D2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67570D1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447FD38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CCFB8F3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9D40C8E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D1905FF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FFC5A80" w14:textId="77777777" w:rsidR="005A3A9A" w:rsidRPr="00104680" w:rsidRDefault="005A3A9A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1BB5F278" w14:textId="77777777" w:rsidR="004F475E" w:rsidRPr="00104680" w:rsidRDefault="004F475E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2EC7084C" w14:textId="08E2BAD1" w:rsidR="004F475E" w:rsidRPr="00104680" w:rsidRDefault="004F475E" w:rsidP="00104680">
      <w:pPr>
        <w:keepNext/>
        <w:keepLines/>
        <w:shd w:val="clear" w:color="auto" w:fill="E6E6E6"/>
        <w:spacing w:before="120" w:after="120" w:line="276" w:lineRule="auto"/>
        <w:jc w:val="left"/>
        <w:outlineLvl w:val="1"/>
        <w:rPr>
          <w:rFonts w:ascii="Segoe UI" w:eastAsiaTheme="majorEastAsia" w:hAnsi="Segoe UI" w:cs="Segoe UI"/>
          <w:b/>
          <w:bCs/>
          <w:caps/>
          <w:sz w:val="22"/>
          <w:szCs w:val="22"/>
        </w:rPr>
      </w:pP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 xml:space="preserve">SECTION 4. </w:t>
      </w:r>
      <w:r w:rsidR="005530AD">
        <w:rPr>
          <w:rFonts w:ascii="Segoe UI" w:eastAsiaTheme="majorEastAsia" w:hAnsi="Segoe UI" w:cs="Segoe UI"/>
          <w:b/>
          <w:bCs/>
          <w:caps/>
          <w:sz w:val="22"/>
          <w:szCs w:val="22"/>
        </w:rPr>
        <w:tab/>
      </w: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>CLIENT INFORMATION ON INTAKE</w:t>
      </w:r>
    </w:p>
    <w:p w14:paraId="2885C443" w14:textId="77777777" w:rsidR="004F475E" w:rsidRPr="00104680" w:rsidRDefault="004F475E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1756"/>
        <w:gridCol w:w="277"/>
        <w:gridCol w:w="2097"/>
        <w:gridCol w:w="2243"/>
      </w:tblGrid>
      <w:tr w:rsidR="002218B8" w:rsidRPr="00104680" w14:paraId="2CE55ADD" w14:textId="77777777" w:rsidTr="47B0311D">
        <w:trPr>
          <w:trHeight w:val="405"/>
        </w:trPr>
        <w:tc>
          <w:tcPr>
            <w:tcW w:w="8783" w:type="dxa"/>
            <w:gridSpan w:val="5"/>
            <w:shd w:val="clear" w:color="auto" w:fill="D9D9D9" w:themeFill="background1" w:themeFillShade="D9"/>
          </w:tcPr>
          <w:p w14:paraId="0F28D7A4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Current personal situation </w:t>
            </w:r>
          </w:p>
        </w:tc>
      </w:tr>
      <w:tr w:rsidR="002307BC" w:rsidRPr="00104680" w14:paraId="035D2A5E" w14:textId="77777777" w:rsidTr="47B0311D">
        <w:trPr>
          <w:trHeight w:val="405"/>
        </w:trPr>
        <w:tc>
          <w:tcPr>
            <w:tcW w:w="8783" w:type="dxa"/>
            <w:gridSpan w:val="5"/>
            <w:shd w:val="clear" w:color="auto" w:fill="D9D9D9" w:themeFill="background1" w:themeFillShade="D9"/>
          </w:tcPr>
          <w:p w14:paraId="75DB912C" w14:textId="77777777" w:rsidR="002307BC" w:rsidRPr="00104680" w:rsidRDefault="002307B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Summary of services and treatment</w:t>
            </w:r>
          </w:p>
        </w:tc>
      </w:tr>
      <w:tr w:rsidR="002307BC" w:rsidRPr="00104680" w14:paraId="2E7F1A93" w14:textId="77777777" w:rsidTr="47B0311D">
        <w:trPr>
          <w:trHeight w:val="259"/>
        </w:trPr>
        <w:tc>
          <w:tcPr>
            <w:tcW w:w="8783" w:type="dxa"/>
            <w:gridSpan w:val="5"/>
            <w:shd w:val="clear" w:color="auto" w:fill="FFFFFF" w:themeFill="background1"/>
          </w:tcPr>
          <w:p w14:paraId="25AC3984" w14:textId="77777777" w:rsidR="002307BC" w:rsidRPr="00104680" w:rsidRDefault="002307BC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A03B76E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CC0277B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4251E6C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82F027C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218B8" w:rsidRPr="00104680" w14:paraId="4BDFD96E" w14:textId="77777777" w:rsidTr="47B0311D">
        <w:trPr>
          <w:trHeight w:val="330"/>
        </w:trPr>
        <w:tc>
          <w:tcPr>
            <w:tcW w:w="2410" w:type="dxa"/>
            <w:shd w:val="clear" w:color="auto" w:fill="D9D9D9" w:themeFill="background1" w:themeFillShade="D9"/>
          </w:tcPr>
          <w:p w14:paraId="33CA90B7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Client lives</w:t>
            </w:r>
          </w:p>
        </w:tc>
        <w:tc>
          <w:tcPr>
            <w:tcW w:w="2033" w:type="dxa"/>
            <w:gridSpan w:val="2"/>
            <w:shd w:val="clear" w:color="auto" w:fill="D9D9D9" w:themeFill="background1" w:themeFillShade="D9"/>
          </w:tcPr>
          <w:p w14:paraId="7D1E8FCC" w14:textId="53AFE011" w:rsidR="002218B8" w:rsidRPr="00104680" w:rsidRDefault="00C12951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Income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14:paraId="187F84B7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Education</w:t>
            </w:r>
          </w:p>
        </w:tc>
        <w:tc>
          <w:tcPr>
            <w:tcW w:w="2243" w:type="dxa"/>
            <w:shd w:val="clear" w:color="auto" w:fill="D9D9D9" w:themeFill="background1" w:themeFillShade="D9"/>
          </w:tcPr>
          <w:p w14:paraId="6F1320D7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Employment</w:t>
            </w:r>
          </w:p>
        </w:tc>
      </w:tr>
      <w:tr w:rsidR="00285016" w:rsidRPr="00104680" w14:paraId="6D6A260B" w14:textId="77777777" w:rsidTr="47B0311D">
        <w:trPr>
          <w:trHeight w:val="1860"/>
        </w:trPr>
        <w:tc>
          <w:tcPr>
            <w:tcW w:w="2410" w:type="dxa"/>
          </w:tcPr>
          <w:p w14:paraId="65A53E94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F5EAA01" w14:textId="450CB4F9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889641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 Alone</w:t>
            </w:r>
          </w:p>
          <w:p w14:paraId="3DACB3F7" w14:textId="018753B2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52840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 With family/carer    </w:t>
            </w:r>
          </w:p>
          <w:p w14:paraId="2580EF23" w14:textId="7DDF209F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234613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 Other     </w:t>
            </w:r>
          </w:p>
          <w:p w14:paraId="5E62D479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07E2018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sz w:val="22"/>
                <w:szCs w:val="22"/>
              </w:rPr>
              <w:t>Please specify:</w:t>
            </w:r>
          </w:p>
          <w:p w14:paraId="51A1EF0A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033" w:type="dxa"/>
            <w:gridSpan w:val="2"/>
          </w:tcPr>
          <w:p w14:paraId="4C5C46EC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B19A1FB" w14:textId="2B68BC8A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00033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 Yes </w:t>
            </w:r>
          </w:p>
          <w:p w14:paraId="7167D047" w14:textId="135F5E6D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872657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 No    </w:t>
            </w:r>
          </w:p>
          <w:p w14:paraId="36AE398A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4E245D0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79D1EDF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sz w:val="22"/>
                <w:szCs w:val="22"/>
              </w:rPr>
              <w:t>If so, what type?</w:t>
            </w:r>
          </w:p>
          <w:p w14:paraId="31B6107A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097" w:type="dxa"/>
          </w:tcPr>
          <w:p w14:paraId="30A2EC64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538A86" w14:textId="52B2B6D8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9683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School    </w:t>
            </w:r>
          </w:p>
          <w:p w14:paraId="20F61A7D" w14:textId="0223B35E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26106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University      </w:t>
            </w:r>
          </w:p>
          <w:p w14:paraId="1C62DECA" w14:textId="5D47763A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74237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TAFE     </w:t>
            </w:r>
          </w:p>
          <w:p w14:paraId="1809B9C3" w14:textId="790A19F9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70104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 Other     </w:t>
            </w:r>
          </w:p>
          <w:p w14:paraId="4828212A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sz w:val="22"/>
                <w:szCs w:val="22"/>
              </w:rPr>
              <w:t>Please specify:</w:t>
            </w:r>
          </w:p>
        </w:tc>
        <w:tc>
          <w:tcPr>
            <w:tcW w:w="2243" w:type="dxa"/>
          </w:tcPr>
          <w:p w14:paraId="468D325B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1D1AEB1" w14:textId="4F46A68C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82231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Full-time  </w:t>
            </w:r>
          </w:p>
          <w:p w14:paraId="542789C7" w14:textId="21009CA8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2066208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Part-time        </w:t>
            </w:r>
          </w:p>
          <w:p w14:paraId="0BDD6A18" w14:textId="702213E8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27184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 xml:space="preserve">Casual      </w:t>
            </w:r>
          </w:p>
          <w:p w14:paraId="483BC32E" w14:textId="2D39621F" w:rsidR="00285016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511604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84C43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85016" w:rsidRPr="00104680">
              <w:rPr>
                <w:rFonts w:ascii="Segoe UI" w:hAnsi="Segoe UI" w:cs="Segoe UI"/>
                <w:sz w:val="22"/>
                <w:szCs w:val="22"/>
              </w:rPr>
              <w:t>Seeking employment</w:t>
            </w:r>
          </w:p>
          <w:p w14:paraId="37BB98D9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2E38E35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ED344C5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A021846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218B8" w:rsidRPr="00104680" w14:paraId="2516FC37" w14:textId="77777777" w:rsidTr="47B0311D">
        <w:tc>
          <w:tcPr>
            <w:tcW w:w="8783" w:type="dxa"/>
            <w:gridSpan w:val="5"/>
            <w:shd w:val="clear" w:color="auto" w:fill="D9D9D9" w:themeFill="background1" w:themeFillShade="D9"/>
          </w:tcPr>
          <w:p w14:paraId="36458BF5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Family and social support</w:t>
            </w:r>
          </w:p>
        </w:tc>
      </w:tr>
      <w:tr w:rsidR="002218B8" w:rsidRPr="00104680" w14:paraId="29BA161E" w14:textId="77777777" w:rsidTr="47B0311D">
        <w:tc>
          <w:tcPr>
            <w:tcW w:w="8783" w:type="dxa"/>
            <w:gridSpan w:val="5"/>
          </w:tcPr>
          <w:p w14:paraId="7C5E4FEB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2ED9F34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DD68505" w14:textId="77777777" w:rsidR="004F475E" w:rsidRPr="00104680" w:rsidRDefault="004F475E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2367A" w:rsidRPr="00104680" w14:paraId="5A372D05" w14:textId="77777777" w:rsidTr="47B0311D">
        <w:tc>
          <w:tcPr>
            <w:tcW w:w="8783" w:type="dxa"/>
            <w:gridSpan w:val="5"/>
            <w:shd w:val="clear" w:color="auto" w:fill="D9D9D9" w:themeFill="background1" w:themeFillShade="D9"/>
          </w:tcPr>
          <w:p w14:paraId="46162285" w14:textId="77777777" w:rsidR="0052367A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Health issues</w:t>
            </w:r>
          </w:p>
        </w:tc>
      </w:tr>
      <w:tr w:rsidR="004D3544" w:rsidRPr="00104680" w14:paraId="112193C9" w14:textId="77777777" w:rsidTr="47B0311D">
        <w:tc>
          <w:tcPr>
            <w:tcW w:w="4166" w:type="dxa"/>
            <w:gridSpan w:val="2"/>
            <w:shd w:val="clear" w:color="auto" w:fill="D9D9D9" w:themeFill="background1" w:themeFillShade="D9"/>
          </w:tcPr>
          <w:p w14:paraId="11C6F774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>Physical</w:t>
            </w:r>
          </w:p>
        </w:tc>
        <w:tc>
          <w:tcPr>
            <w:tcW w:w="4617" w:type="dxa"/>
            <w:gridSpan w:val="3"/>
            <w:shd w:val="clear" w:color="auto" w:fill="D9D9D9" w:themeFill="background1" w:themeFillShade="D9"/>
          </w:tcPr>
          <w:p w14:paraId="190FE06E" w14:textId="77777777" w:rsidR="004D3544" w:rsidRPr="00104680" w:rsidRDefault="004D3544" w:rsidP="00104680">
            <w:pPr>
              <w:spacing w:line="276" w:lineRule="auto"/>
              <w:ind w:left="2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Mental Health</w:t>
            </w:r>
          </w:p>
        </w:tc>
      </w:tr>
      <w:tr w:rsidR="004D3544" w:rsidRPr="00104680" w14:paraId="1C7EB48D" w14:textId="77777777" w:rsidTr="47B0311D">
        <w:tc>
          <w:tcPr>
            <w:tcW w:w="4166" w:type="dxa"/>
            <w:gridSpan w:val="2"/>
          </w:tcPr>
          <w:p w14:paraId="502F45DC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617" w:type="dxa"/>
            <w:gridSpan w:val="3"/>
          </w:tcPr>
          <w:p w14:paraId="4097D978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D3544" w:rsidRPr="00104680" w14:paraId="44889324" w14:textId="77777777" w:rsidTr="47B0311D">
        <w:tc>
          <w:tcPr>
            <w:tcW w:w="4166" w:type="dxa"/>
            <w:gridSpan w:val="2"/>
          </w:tcPr>
          <w:p w14:paraId="43E1448A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617" w:type="dxa"/>
            <w:gridSpan w:val="3"/>
          </w:tcPr>
          <w:p w14:paraId="340F2844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D3544" w:rsidRPr="00104680" w14:paraId="464831F0" w14:textId="77777777" w:rsidTr="47B0311D">
        <w:tc>
          <w:tcPr>
            <w:tcW w:w="4166" w:type="dxa"/>
            <w:gridSpan w:val="2"/>
          </w:tcPr>
          <w:p w14:paraId="4681AF22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617" w:type="dxa"/>
            <w:gridSpan w:val="3"/>
          </w:tcPr>
          <w:p w14:paraId="78288A22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D3544" w:rsidRPr="00104680" w14:paraId="1317490F" w14:textId="77777777" w:rsidTr="47B0311D">
        <w:tc>
          <w:tcPr>
            <w:tcW w:w="4166" w:type="dxa"/>
            <w:gridSpan w:val="2"/>
          </w:tcPr>
          <w:p w14:paraId="5AB09A21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617" w:type="dxa"/>
            <w:gridSpan w:val="3"/>
          </w:tcPr>
          <w:p w14:paraId="4415CAF1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D3544" w:rsidRPr="00104680" w14:paraId="4DCE6439" w14:textId="77777777" w:rsidTr="47B0311D">
        <w:tc>
          <w:tcPr>
            <w:tcW w:w="8783" w:type="dxa"/>
            <w:gridSpan w:val="5"/>
            <w:shd w:val="clear" w:color="auto" w:fill="D9D9D9" w:themeFill="background1" w:themeFillShade="D9"/>
          </w:tcPr>
          <w:p w14:paraId="7F5A7F31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Medication </w:t>
            </w:r>
          </w:p>
        </w:tc>
      </w:tr>
      <w:tr w:rsidR="004D3544" w:rsidRPr="00104680" w14:paraId="34E6FEC5" w14:textId="77777777" w:rsidTr="47B0311D">
        <w:tc>
          <w:tcPr>
            <w:tcW w:w="8783" w:type="dxa"/>
            <w:gridSpan w:val="5"/>
          </w:tcPr>
          <w:p w14:paraId="01E7CE6E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D3544" w:rsidRPr="00104680" w14:paraId="5650C88B" w14:textId="77777777" w:rsidTr="47B0311D">
        <w:tc>
          <w:tcPr>
            <w:tcW w:w="8783" w:type="dxa"/>
            <w:gridSpan w:val="5"/>
          </w:tcPr>
          <w:p w14:paraId="1CC896E0" w14:textId="77777777" w:rsidR="004D3544" w:rsidRPr="00104680" w:rsidRDefault="004D3544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85016" w:rsidRPr="00104680" w14:paraId="1AA5EBBB" w14:textId="77777777" w:rsidTr="47B0311D">
        <w:tc>
          <w:tcPr>
            <w:tcW w:w="8783" w:type="dxa"/>
            <w:gridSpan w:val="5"/>
          </w:tcPr>
          <w:p w14:paraId="742A6D09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218B8" w:rsidRPr="00104680" w14:paraId="19EA0A52" w14:textId="77777777" w:rsidTr="47B0311D">
        <w:tc>
          <w:tcPr>
            <w:tcW w:w="8783" w:type="dxa"/>
            <w:gridSpan w:val="5"/>
            <w:shd w:val="clear" w:color="auto" w:fill="D9D9D9" w:themeFill="background1" w:themeFillShade="D9"/>
          </w:tcPr>
          <w:p w14:paraId="012595A2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Legal issues</w:t>
            </w:r>
          </w:p>
        </w:tc>
      </w:tr>
      <w:tr w:rsidR="002218B8" w:rsidRPr="00104680" w14:paraId="440D2C26" w14:textId="77777777" w:rsidTr="47B0311D">
        <w:tc>
          <w:tcPr>
            <w:tcW w:w="8783" w:type="dxa"/>
            <w:gridSpan w:val="5"/>
          </w:tcPr>
          <w:p w14:paraId="429AB48C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218B8" w:rsidRPr="00104680" w14:paraId="2C8B7FCC" w14:textId="77777777" w:rsidTr="47B0311D">
        <w:tc>
          <w:tcPr>
            <w:tcW w:w="8783" w:type="dxa"/>
            <w:gridSpan w:val="5"/>
          </w:tcPr>
          <w:p w14:paraId="48638253" w14:textId="77777777" w:rsidR="002218B8" w:rsidRPr="00104680" w:rsidRDefault="002218B8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85016" w:rsidRPr="00104680" w14:paraId="20EC8B6E" w14:textId="77777777" w:rsidTr="47B0311D">
        <w:tc>
          <w:tcPr>
            <w:tcW w:w="8783" w:type="dxa"/>
            <w:gridSpan w:val="5"/>
          </w:tcPr>
          <w:p w14:paraId="7EB2802F" w14:textId="77777777" w:rsidR="00285016" w:rsidRPr="00104680" w:rsidRDefault="00285016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DADB448" w14:textId="77777777" w:rsidR="002218B8" w:rsidRPr="00104680" w:rsidRDefault="002218B8" w:rsidP="00104680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</w:p>
    <w:p w14:paraId="5BFF7648" w14:textId="24952615" w:rsidR="0036445B" w:rsidRPr="00104680" w:rsidRDefault="0036445B" w:rsidP="00104680">
      <w:pPr>
        <w:keepNext/>
        <w:keepLines/>
        <w:shd w:val="clear" w:color="auto" w:fill="E6E6E6"/>
        <w:spacing w:before="120" w:after="120" w:line="276" w:lineRule="auto"/>
        <w:jc w:val="left"/>
        <w:outlineLvl w:val="1"/>
        <w:rPr>
          <w:rFonts w:ascii="Segoe UI" w:eastAsiaTheme="majorEastAsia" w:hAnsi="Segoe UI" w:cs="Segoe UI"/>
          <w:b/>
          <w:bCs/>
          <w:caps/>
          <w:sz w:val="22"/>
          <w:szCs w:val="22"/>
        </w:rPr>
      </w:pP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 xml:space="preserve">SECTION 5. </w:t>
      </w:r>
      <w:r w:rsidR="005530AD">
        <w:rPr>
          <w:rFonts w:ascii="Segoe UI" w:eastAsiaTheme="majorEastAsia" w:hAnsi="Segoe UI" w:cs="Segoe UI"/>
          <w:b/>
          <w:bCs/>
          <w:caps/>
          <w:sz w:val="22"/>
          <w:szCs w:val="22"/>
        </w:rPr>
        <w:tab/>
      </w: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>CHECKLIST</w:t>
      </w:r>
    </w:p>
    <w:p w14:paraId="726993AD" w14:textId="77777777" w:rsidR="0036445B" w:rsidRPr="00104680" w:rsidRDefault="0036445B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11"/>
        <w:tblW w:w="8918" w:type="dxa"/>
        <w:tblInd w:w="-5" w:type="dxa"/>
        <w:tblLook w:val="04A0" w:firstRow="1" w:lastRow="0" w:firstColumn="1" w:lastColumn="0" w:noHBand="0" w:noVBand="1"/>
      </w:tblPr>
      <w:tblGrid>
        <w:gridCol w:w="6362"/>
        <w:gridCol w:w="2556"/>
      </w:tblGrid>
      <w:tr w:rsidR="0036445B" w:rsidRPr="00104680" w14:paraId="2358AD2D" w14:textId="77777777" w:rsidTr="00D2512A">
        <w:trPr>
          <w:trHeight w:val="333"/>
        </w:trPr>
        <w:tc>
          <w:tcPr>
            <w:tcW w:w="6362" w:type="dxa"/>
            <w:shd w:val="clear" w:color="auto" w:fill="D9D9D9" w:themeFill="background1" w:themeFillShade="D9"/>
          </w:tcPr>
          <w:p w14:paraId="575346C9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Section details</w:t>
            </w:r>
          </w:p>
        </w:tc>
        <w:tc>
          <w:tcPr>
            <w:tcW w:w="2556" w:type="dxa"/>
            <w:shd w:val="clear" w:color="auto" w:fill="D9D9D9" w:themeFill="background1" w:themeFillShade="D9"/>
          </w:tcPr>
          <w:p w14:paraId="30CF7F70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Complete</w:t>
            </w:r>
          </w:p>
        </w:tc>
      </w:tr>
      <w:tr w:rsidR="0036445B" w:rsidRPr="00104680" w14:paraId="539DBD56" w14:textId="77777777" w:rsidTr="00D2512A">
        <w:trPr>
          <w:trHeight w:val="737"/>
        </w:trPr>
        <w:tc>
          <w:tcPr>
            <w:tcW w:w="6362" w:type="dxa"/>
            <w:vAlign w:val="center"/>
          </w:tcPr>
          <w:p w14:paraId="6D78847E" w14:textId="77777777" w:rsidR="0036445B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Section 1. </w:t>
            </w:r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>I</w:t>
            </w: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ntake details</w:t>
            </w:r>
          </w:p>
          <w:p w14:paraId="1BF867C0" w14:textId="66AED71A" w:rsidR="00384F7A" w:rsidRPr="00104680" w:rsidRDefault="00384F7A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 xml:space="preserve">                  Notified referrer</w:t>
            </w:r>
          </w:p>
        </w:tc>
        <w:tc>
          <w:tcPr>
            <w:tcW w:w="2556" w:type="dxa"/>
            <w:vAlign w:val="center"/>
          </w:tcPr>
          <w:p w14:paraId="1689344D" w14:textId="77777777" w:rsidR="0036445B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0041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36445B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200392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36445B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  <w:p w14:paraId="23B0E068" w14:textId="3EF81A60" w:rsidR="00384F7A" w:rsidRPr="00104680" w:rsidRDefault="00384F7A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26005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221364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36445B" w:rsidRPr="00104680" w14:paraId="31C7103B" w14:textId="77777777" w:rsidTr="00D2512A">
        <w:trPr>
          <w:trHeight w:val="705"/>
        </w:trPr>
        <w:tc>
          <w:tcPr>
            <w:tcW w:w="6362" w:type="dxa"/>
            <w:vAlign w:val="center"/>
          </w:tcPr>
          <w:p w14:paraId="657577FD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Section 2. Client consent</w:t>
            </w:r>
          </w:p>
        </w:tc>
        <w:tc>
          <w:tcPr>
            <w:tcW w:w="2556" w:type="dxa"/>
            <w:vAlign w:val="center"/>
          </w:tcPr>
          <w:p w14:paraId="66890664" w14:textId="3261E719" w:rsidR="0036445B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55723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95762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36445B" w:rsidRPr="00104680" w14:paraId="50C15916" w14:textId="77777777" w:rsidTr="00D2512A">
        <w:trPr>
          <w:trHeight w:val="829"/>
        </w:trPr>
        <w:tc>
          <w:tcPr>
            <w:tcW w:w="6362" w:type="dxa"/>
            <w:vAlign w:val="center"/>
          </w:tcPr>
          <w:p w14:paraId="3CC68279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Section 3. Emergency contact</w:t>
            </w:r>
          </w:p>
        </w:tc>
        <w:tc>
          <w:tcPr>
            <w:tcW w:w="2556" w:type="dxa"/>
            <w:vAlign w:val="center"/>
          </w:tcPr>
          <w:p w14:paraId="26882A09" w14:textId="1A298037" w:rsidR="0036445B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7781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60082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36445B" w:rsidRPr="00104680" w14:paraId="12093951" w14:textId="77777777" w:rsidTr="00D2512A">
        <w:trPr>
          <w:trHeight w:val="841"/>
        </w:trPr>
        <w:tc>
          <w:tcPr>
            <w:tcW w:w="6362" w:type="dxa"/>
            <w:vAlign w:val="center"/>
          </w:tcPr>
          <w:p w14:paraId="24837537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Section 4. Client information on intake</w:t>
            </w:r>
          </w:p>
        </w:tc>
        <w:tc>
          <w:tcPr>
            <w:tcW w:w="2556" w:type="dxa"/>
            <w:vAlign w:val="center"/>
          </w:tcPr>
          <w:p w14:paraId="623478C0" w14:textId="298EBB5A" w:rsidR="0036445B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205958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35110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36445B" w:rsidRPr="00104680" w14:paraId="15197E37" w14:textId="77777777" w:rsidTr="00D2512A">
        <w:trPr>
          <w:trHeight w:val="852"/>
        </w:trPr>
        <w:tc>
          <w:tcPr>
            <w:tcW w:w="6362" w:type="dxa"/>
            <w:vAlign w:val="center"/>
          </w:tcPr>
          <w:p w14:paraId="06E88A8E" w14:textId="3F26018A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Section 5. </w:t>
            </w:r>
            <w:r w:rsidR="007D443A">
              <w:rPr>
                <w:rFonts w:ascii="Segoe UI" w:hAnsi="Segoe UI" w:cs="Segoe UI"/>
                <w:b/>
                <w:sz w:val="22"/>
                <w:szCs w:val="22"/>
              </w:rPr>
              <w:t>Checklist</w:t>
            </w:r>
          </w:p>
        </w:tc>
        <w:tc>
          <w:tcPr>
            <w:tcW w:w="2556" w:type="dxa"/>
            <w:vAlign w:val="center"/>
          </w:tcPr>
          <w:p w14:paraId="221830EB" w14:textId="037C6B07" w:rsidR="0036445B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98770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926728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75E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F475E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36445B" w:rsidRPr="00104680" w14:paraId="5F5CAF78" w14:textId="77777777" w:rsidTr="00D2512A">
        <w:trPr>
          <w:trHeight w:val="1227"/>
        </w:trPr>
        <w:tc>
          <w:tcPr>
            <w:tcW w:w="6362" w:type="dxa"/>
            <w:vAlign w:val="center"/>
          </w:tcPr>
          <w:p w14:paraId="621C8057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Section 6. </w:t>
            </w:r>
            <w:r w:rsidR="00D35BA2" w:rsidRPr="00104680">
              <w:rPr>
                <w:rFonts w:ascii="Segoe UI" w:hAnsi="Segoe UI" w:cs="Segoe UI"/>
                <w:b/>
                <w:sz w:val="22"/>
                <w:szCs w:val="22"/>
              </w:rPr>
              <w:t>Intake outcome</w:t>
            </w:r>
          </w:p>
        </w:tc>
        <w:tc>
          <w:tcPr>
            <w:tcW w:w="2556" w:type="dxa"/>
            <w:vAlign w:val="center"/>
          </w:tcPr>
          <w:p w14:paraId="7A746BE8" w14:textId="2D539572" w:rsidR="0036445B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559828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2512A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37180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</w:tbl>
    <w:p w14:paraId="01C4891B" w14:textId="77777777" w:rsidR="0036445B" w:rsidRPr="00104680" w:rsidRDefault="0036445B" w:rsidP="00104680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6BCC839C" w14:textId="7A99028A" w:rsidR="009A787C" w:rsidRPr="00104680" w:rsidRDefault="009A787C" w:rsidP="0010468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spacing w:line="276" w:lineRule="auto"/>
        <w:jc w:val="left"/>
        <w:rPr>
          <w:rFonts w:ascii="Segoe UI" w:hAnsi="Segoe UI" w:cs="Segoe UI"/>
          <w:b/>
          <w:bCs/>
          <w:i/>
          <w:iCs/>
          <w:sz w:val="22"/>
          <w:szCs w:val="22"/>
        </w:rPr>
      </w:pPr>
      <w:r w:rsidRPr="00104680">
        <w:rPr>
          <w:rFonts w:ascii="Segoe UI" w:hAnsi="Segoe UI" w:cs="Segoe UI"/>
          <w:b/>
          <w:bCs/>
          <w:i/>
          <w:iCs/>
          <w:sz w:val="22"/>
          <w:szCs w:val="22"/>
        </w:rPr>
        <w:t>Note*</w:t>
      </w:r>
    </w:p>
    <w:p w14:paraId="1FE1D75C" w14:textId="444A5074" w:rsidR="009A787C" w:rsidRPr="00104680" w:rsidRDefault="00D35BA2" w:rsidP="0010468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spacing w:line="276" w:lineRule="auto"/>
        <w:jc w:val="left"/>
        <w:rPr>
          <w:rFonts w:ascii="Segoe UI" w:hAnsi="Segoe UI" w:cs="Segoe UI"/>
          <w:i/>
          <w:iCs/>
          <w:sz w:val="22"/>
          <w:szCs w:val="22"/>
        </w:rPr>
      </w:pPr>
      <w:r w:rsidRPr="00104680">
        <w:rPr>
          <w:rFonts w:ascii="Segoe UI" w:hAnsi="Segoe UI" w:cs="Segoe UI"/>
          <w:i/>
          <w:iCs/>
          <w:sz w:val="22"/>
          <w:szCs w:val="22"/>
        </w:rPr>
        <w:t xml:space="preserve">It is recommended to start completing the Client </w:t>
      </w:r>
      <w:r w:rsidR="00D2512A" w:rsidRPr="00104680">
        <w:rPr>
          <w:rFonts w:ascii="Segoe UI" w:hAnsi="Segoe UI" w:cs="Segoe UI"/>
          <w:i/>
          <w:iCs/>
          <w:sz w:val="22"/>
          <w:szCs w:val="22"/>
        </w:rPr>
        <w:t>e</w:t>
      </w:r>
      <w:r w:rsidRPr="00104680">
        <w:rPr>
          <w:rFonts w:ascii="Segoe UI" w:hAnsi="Segoe UI" w:cs="Segoe UI"/>
          <w:i/>
          <w:iCs/>
          <w:sz w:val="22"/>
          <w:szCs w:val="22"/>
        </w:rPr>
        <w:t xml:space="preserve">xit </w:t>
      </w:r>
      <w:r w:rsidR="00D2512A" w:rsidRPr="00104680">
        <w:rPr>
          <w:rFonts w:ascii="Segoe UI" w:hAnsi="Segoe UI" w:cs="Segoe UI"/>
          <w:i/>
          <w:iCs/>
          <w:sz w:val="22"/>
          <w:szCs w:val="22"/>
        </w:rPr>
        <w:t>s</w:t>
      </w:r>
      <w:r w:rsidRPr="00104680">
        <w:rPr>
          <w:rFonts w:ascii="Segoe UI" w:hAnsi="Segoe UI" w:cs="Segoe UI"/>
          <w:i/>
          <w:iCs/>
          <w:sz w:val="22"/>
          <w:szCs w:val="22"/>
        </w:rPr>
        <w:t xml:space="preserve">ummary </w:t>
      </w:r>
      <w:r w:rsidR="00D2512A" w:rsidRPr="00104680">
        <w:rPr>
          <w:rFonts w:ascii="Segoe UI" w:hAnsi="Segoe UI" w:cs="Segoe UI"/>
          <w:i/>
          <w:iCs/>
          <w:sz w:val="22"/>
          <w:szCs w:val="22"/>
        </w:rPr>
        <w:t>f</w:t>
      </w:r>
      <w:r w:rsidRPr="00104680">
        <w:rPr>
          <w:rFonts w:ascii="Segoe UI" w:hAnsi="Segoe UI" w:cs="Segoe UI"/>
          <w:i/>
          <w:iCs/>
          <w:sz w:val="22"/>
          <w:szCs w:val="22"/>
        </w:rPr>
        <w:t xml:space="preserve">orm at intake, </w:t>
      </w:r>
      <w:proofErr w:type="gramStart"/>
      <w:r w:rsidRPr="00104680">
        <w:rPr>
          <w:rFonts w:ascii="Segoe UI" w:hAnsi="Segoe UI" w:cs="Segoe UI"/>
          <w:i/>
          <w:iCs/>
          <w:sz w:val="22"/>
          <w:szCs w:val="22"/>
        </w:rPr>
        <w:t>in particular</w:t>
      </w:r>
      <w:proofErr w:type="gramEnd"/>
      <w:r w:rsidRPr="00104680">
        <w:rPr>
          <w:rFonts w:ascii="Segoe UI" w:hAnsi="Segoe UI" w:cs="Segoe UI"/>
          <w:i/>
          <w:iCs/>
          <w:sz w:val="22"/>
          <w:szCs w:val="22"/>
        </w:rPr>
        <w:t xml:space="preserve"> </w:t>
      </w:r>
      <w:r w:rsidR="00366BFC" w:rsidRPr="00104680">
        <w:rPr>
          <w:rFonts w:ascii="Segoe UI" w:hAnsi="Segoe UI" w:cs="Segoe UI"/>
          <w:i/>
          <w:iCs/>
          <w:sz w:val="22"/>
          <w:szCs w:val="22"/>
        </w:rPr>
        <w:t xml:space="preserve">the </w:t>
      </w:r>
      <w:r w:rsidRPr="00104680">
        <w:rPr>
          <w:rFonts w:ascii="Segoe UI" w:hAnsi="Segoe UI" w:cs="Segoe UI"/>
          <w:i/>
          <w:iCs/>
          <w:sz w:val="22"/>
          <w:szCs w:val="22"/>
        </w:rPr>
        <w:t xml:space="preserve">Safety </w:t>
      </w:r>
      <w:r w:rsidR="00D2512A" w:rsidRPr="00104680">
        <w:rPr>
          <w:rFonts w:ascii="Segoe UI" w:hAnsi="Segoe UI" w:cs="Segoe UI"/>
          <w:i/>
          <w:iCs/>
          <w:sz w:val="22"/>
          <w:szCs w:val="22"/>
        </w:rPr>
        <w:t>p</w:t>
      </w:r>
      <w:r w:rsidRPr="00104680">
        <w:rPr>
          <w:rFonts w:ascii="Segoe UI" w:hAnsi="Segoe UI" w:cs="Segoe UI"/>
          <w:i/>
          <w:iCs/>
          <w:sz w:val="22"/>
          <w:szCs w:val="22"/>
        </w:rPr>
        <w:t>lan</w:t>
      </w:r>
      <w:r w:rsidR="00847D21" w:rsidRPr="00104680">
        <w:rPr>
          <w:rFonts w:ascii="Segoe UI" w:hAnsi="Segoe UI" w:cs="Segoe UI"/>
          <w:i/>
          <w:iCs/>
          <w:sz w:val="22"/>
          <w:szCs w:val="22"/>
        </w:rPr>
        <w:t>,</w:t>
      </w:r>
      <w:r w:rsidRPr="00104680">
        <w:rPr>
          <w:rFonts w:ascii="Segoe UI" w:hAnsi="Segoe UI" w:cs="Segoe UI"/>
          <w:i/>
          <w:iCs/>
          <w:sz w:val="22"/>
          <w:szCs w:val="22"/>
        </w:rPr>
        <w:t xml:space="preserve"> </w:t>
      </w:r>
      <w:proofErr w:type="gramStart"/>
      <w:r w:rsidRPr="00104680">
        <w:rPr>
          <w:rFonts w:ascii="Segoe UI" w:hAnsi="Segoe UI" w:cs="Segoe UI"/>
          <w:i/>
          <w:iCs/>
          <w:sz w:val="22"/>
          <w:szCs w:val="22"/>
        </w:rPr>
        <w:t>in order to</w:t>
      </w:r>
      <w:proofErr w:type="gramEnd"/>
      <w:r w:rsidRPr="00104680">
        <w:rPr>
          <w:rFonts w:ascii="Segoe UI" w:hAnsi="Segoe UI" w:cs="Segoe UI"/>
          <w:i/>
          <w:iCs/>
          <w:sz w:val="22"/>
          <w:szCs w:val="22"/>
        </w:rPr>
        <w:t xml:space="preserve"> be prepare</w:t>
      </w:r>
      <w:r w:rsidR="5A5A2CA7" w:rsidRPr="00104680">
        <w:rPr>
          <w:rFonts w:ascii="Segoe UI" w:hAnsi="Segoe UI" w:cs="Segoe UI"/>
          <w:i/>
          <w:iCs/>
          <w:sz w:val="22"/>
          <w:szCs w:val="22"/>
        </w:rPr>
        <w:t>d</w:t>
      </w:r>
      <w:r w:rsidRPr="00104680">
        <w:rPr>
          <w:rFonts w:ascii="Segoe UI" w:hAnsi="Segoe UI" w:cs="Segoe UI"/>
          <w:i/>
          <w:iCs/>
          <w:sz w:val="22"/>
          <w:szCs w:val="22"/>
        </w:rPr>
        <w:t xml:space="preserve"> for client exit at short </w:t>
      </w:r>
      <w:r w:rsidR="00286431" w:rsidRPr="00104680">
        <w:rPr>
          <w:rFonts w:ascii="Segoe UI" w:hAnsi="Segoe UI" w:cs="Segoe UI"/>
          <w:i/>
          <w:iCs/>
          <w:sz w:val="22"/>
          <w:szCs w:val="22"/>
        </w:rPr>
        <w:t xml:space="preserve">notice or involuntary exit. This strategy will allow staff members to identify basic client information </w:t>
      </w:r>
      <w:proofErr w:type="gramStart"/>
      <w:r w:rsidR="00E55549" w:rsidRPr="00104680">
        <w:rPr>
          <w:rFonts w:ascii="Segoe UI" w:hAnsi="Segoe UI" w:cs="Segoe UI"/>
          <w:i/>
          <w:iCs/>
          <w:sz w:val="22"/>
          <w:szCs w:val="22"/>
        </w:rPr>
        <w:t>with</w:t>
      </w:r>
      <w:r w:rsidR="42CBC4B5" w:rsidRPr="00104680">
        <w:rPr>
          <w:rFonts w:ascii="Segoe UI" w:hAnsi="Segoe UI" w:cs="Segoe UI"/>
          <w:i/>
          <w:iCs/>
          <w:sz w:val="22"/>
          <w:szCs w:val="22"/>
        </w:rPr>
        <w:t xml:space="preserve"> regard to</w:t>
      </w:r>
      <w:proofErr w:type="gramEnd"/>
      <w:r w:rsidR="00286431" w:rsidRPr="00104680">
        <w:rPr>
          <w:rFonts w:ascii="Segoe UI" w:hAnsi="Segoe UI" w:cs="Segoe UI"/>
          <w:i/>
          <w:iCs/>
          <w:sz w:val="22"/>
          <w:szCs w:val="22"/>
        </w:rPr>
        <w:t xml:space="preserve"> their finances, residence, </w:t>
      </w:r>
      <w:r w:rsidR="009D7A0E" w:rsidRPr="00104680">
        <w:rPr>
          <w:rFonts w:ascii="Segoe UI" w:hAnsi="Segoe UI" w:cs="Segoe UI"/>
          <w:i/>
          <w:iCs/>
          <w:sz w:val="22"/>
          <w:szCs w:val="22"/>
        </w:rPr>
        <w:t>support networks and other relevant information if they are discharged at short notice.</w:t>
      </w:r>
    </w:p>
    <w:p w14:paraId="360FAD2E" w14:textId="77777777" w:rsidR="009A787C" w:rsidRPr="00104680" w:rsidRDefault="009A787C" w:rsidP="0010468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spacing w:line="276" w:lineRule="auto"/>
        <w:jc w:val="left"/>
        <w:rPr>
          <w:rFonts w:ascii="Segoe UI" w:hAnsi="Segoe UI" w:cs="Segoe UI"/>
          <w:i/>
          <w:sz w:val="22"/>
          <w:szCs w:val="22"/>
        </w:rPr>
      </w:pPr>
    </w:p>
    <w:p w14:paraId="12737F80" w14:textId="77777777" w:rsidR="009A787C" w:rsidRPr="00104680" w:rsidRDefault="009A787C" w:rsidP="0010468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spacing w:line="276" w:lineRule="auto"/>
        <w:jc w:val="left"/>
        <w:rPr>
          <w:rFonts w:ascii="Segoe UI" w:hAnsi="Segoe UI" w:cs="Segoe UI"/>
          <w:i/>
          <w:sz w:val="22"/>
          <w:szCs w:val="22"/>
        </w:rPr>
      </w:pPr>
      <w:r w:rsidRPr="00104680">
        <w:rPr>
          <w:rFonts w:ascii="Segoe UI" w:hAnsi="Segoe UI" w:cs="Segoe UI"/>
          <w:i/>
          <w:sz w:val="22"/>
          <w:szCs w:val="22"/>
        </w:rPr>
        <w:t xml:space="preserve">*Please delete note before </w:t>
      </w:r>
      <w:proofErr w:type="spellStart"/>
      <w:r w:rsidRPr="00104680">
        <w:rPr>
          <w:rFonts w:ascii="Segoe UI" w:hAnsi="Segoe UI" w:cs="Segoe UI"/>
          <w:i/>
          <w:sz w:val="22"/>
          <w:szCs w:val="22"/>
        </w:rPr>
        <w:t>finalising</w:t>
      </w:r>
      <w:proofErr w:type="spellEnd"/>
      <w:r w:rsidRPr="00104680">
        <w:rPr>
          <w:rFonts w:ascii="Segoe UI" w:hAnsi="Segoe UI" w:cs="Segoe UI"/>
          <w:i/>
          <w:sz w:val="22"/>
          <w:szCs w:val="22"/>
        </w:rPr>
        <w:t xml:space="preserve"> this </w:t>
      </w:r>
      <w:r w:rsidR="00366BFC" w:rsidRPr="00104680">
        <w:rPr>
          <w:rFonts w:ascii="Segoe UI" w:hAnsi="Segoe UI" w:cs="Segoe UI"/>
          <w:i/>
          <w:sz w:val="22"/>
          <w:szCs w:val="22"/>
        </w:rPr>
        <w:t>document.</w:t>
      </w:r>
    </w:p>
    <w:p w14:paraId="5B95129F" w14:textId="77777777" w:rsidR="00946DD1" w:rsidRPr="00104680" w:rsidRDefault="00946DD1" w:rsidP="00104680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635BC844" w14:textId="2AD0BAA5" w:rsidR="0036445B" w:rsidRPr="00104680" w:rsidRDefault="0036445B" w:rsidP="00104680">
      <w:pPr>
        <w:keepNext/>
        <w:keepLines/>
        <w:shd w:val="clear" w:color="auto" w:fill="E6E6E6"/>
        <w:spacing w:before="120" w:after="120" w:line="276" w:lineRule="auto"/>
        <w:jc w:val="left"/>
        <w:outlineLvl w:val="1"/>
        <w:rPr>
          <w:rFonts w:ascii="Segoe UI" w:eastAsiaTheme="majorEastAsia" w:hAnsi="Segoe UI" w:cs="Segoe UI"/>
          <w:b/>
          <w:bCs/>
          <w:caps/>
          <w:sz w:val="22"/>
          <w:szCs w:val="22"/>
        </w:rPr>
      </w:pP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>SECTION 6.</w:t>
      </w:r>
      <w:r w:rsidR="005530AD">
        <w:rPr>
          <w:rFonts w:ascii="Segoe UI" w:eastAsiaTheme="majorEastAsia" w:hAnsi="Segoe UI" w:cs="Segoe UI"/>
          <w:b/>
          <w:bCs/>
          <w:caps/>
          <w:sz w:val="22"/>
          <w:szCs w:val="22"/>
        </w:rPr>
        <w:tab/>
      </w:r>
      <w:r w:rsidRPr="00104680">
        <w:rPr>
          <w:rFonts w:ascii="Segoe UI" w:eastAsiaTheme="majorEastAsia" w:hAnsi="Segoe UI" w:cs="Segoe UI"/>
          <w:b/>
          <w:bCs/>
          <w:caps/>
          <w:sz w:val="22"/>
          <w:szCs w:val="22"/>
        </w:rPr>
        <w:t xml:space="preserve"> INTAKE OUTCOME</w:t>
      </w:r>
    </w:p>
    <w:p w14:paraId="531EB65D" w14:textId="77777777" w:rsidR="0036445B" w:rsidRPr="00104680" w:rsidRDefault="0036445B" w:rsidP="00104680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089"/>
        <w:gridCol w:w="2555"/>
        <w:gridCol w:w="2019"/>
        <w:gridCol w:w="2262"/>
      </w:tblGrid>
      <w:tr w:rsidR="0036445B" w:rsidRPr="00104680" w14:paraId="46084AA8" w14:textId="77777777" w:rsidTr="00D2512A">
        <w:tc>
          <w:tcPr>
            <w:tcW w:w="8925" w:type="dxa"/>
            <w:gridSpan w:val="4"/>
            <w:shd w:val="clear" w:color="auto" w:fill="D9D9D9" w:themeFill="background1" w:themeFillShade="D9"/>
          </w:tcPr>
          <w:p w14:paraId="5C46E992" w14:textId="3F1B79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Assessment details </w:t>
            </w:r>
            <w:r w:rsidR="3374056B" w:rsidRPr="00104680">
              <w:rPr>
                <w:rFonts w:ascii="Segoe UI" w:hAnsi="Segoe UI" w:cs="Segoe UI"/>
                <w:i/>
                <w:iCs/>
                <w:sz w:val="22"/>
                <w:szCs w:val="22"/>
              </w:rPr>
              <w:t>(for</w:t>
            </w:r>
            <w:r w:rsidRPr="00104680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staff to coordinate prior to intake meeting)</w:t>
            </w:r>
          </w:p>
          <w:p w14:paraId="277B7370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6445B" w:rsidRPr="00104680" w14:paraId="2A20C6CB" w14:textId="77777777" w:rsidTr="00D2512A">
        <w:trPr>
          <w:trHeight w:val="493"/>
        </w:trPr>
        <w:tc>
          <w:tcPr>
            <w:tcW w:w="208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724E6FF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Assessment date</w:t>
            </w:r>
          </w:p>
          <w:p w14:paraId="6DBEA7EA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i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i/>
                <w:sz w:val="22"/>
                <w:szCs w:val="22"/>
              </w:rPr>
              <w:t>(staff to suggest a few dates for the client to decide)</w:t>
            </w:r>
          </w:p>
        </w:tc>
        <w:tc>
          <w:tcPr>
            <w:tcW w:w="2555" w:type="dxa"/>
            <w:tcBorders>
              <w:left w:val="single" w:sz="2" w:space="0" w:color="auto"/>
            </w:tcBorders>
          </w:tcPr>
          <w:p w14:paraId="463CAFB2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12D2AE3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Time</w:t>
            </w:r>
          </w:p>
        </w:tc>
        <w:tc>
          <w:tcPr>
            <w:tcW w:w="2262" w:type="dxa"/>
            <w:tcBorders>
              <w:left w:val="single" w:sz="2" w:space="0" w:color="auto"/>
            </w:tcBorders>
          </w:tcPr>
          <w:p w14:paraId="5CD31D88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6631EFB9" w14:textId="77777777" w:rsidTr="00D2512A">
        <w:trPr>
          <w:trHeight w:val="557"/>
        </w:trPr>
        <w:tc>
          <w:tcPr>
            <w:tcW w:w="208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6773229" w14:textId="0BD88E93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Location/address</w:t>
            </w:r>
          </w:p>
        </w:tc>
        <w:tc>
          <w:tcPr>
            <w:tcW w:w="6836" w:type="dxa"/>
            <w:gridSpan w:val="3"/>
            <w:tcBorders>
              <w:left w:val="single" w:sz="2" w:space="0" w:color="auto"/>
            </w:tcBorders>
          </w:tcPr>
          <w:p w14:paraId="65CC359F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297BBD0B" w14:textId="77777777" w:rsidTr="00D2512A">
        <w:tc>
          <w:tcPr>
            <w:tcW w:w="208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4C679AE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Staff member (1)</w:t>
            </w:r>
          </w:p>
        </w:tc>
        <w:tc>
          <w:tcPr>
            <w:tcW w:w="2555" w:type="dxa"/>
            <w:tcBorders>
              <w:left w:val="single" w:sz="2" w:space="0" w:color="auto"/>
            </w:tcBorders>
          </w:tcPr>
          <w:p w14:paraId="6D36CA25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9F5E7A6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Staff member (1) Phone</w:t>
            </w:r>
          </w:p>
        </w:tc>
        <w:tc>
          <w:tcPr>
            <w:tcW w:w="2262" w:type="dxa"/>
            <w:tcBorders>
              <w:left w:val="single" w:sz="2" w:space="0" w:color="auto"/>
            </w:tcBorders>
          </w:tcPr>
          <w:p w14:paraId="19C4AF09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35214D40" w14:textId="77777777" w:rsidTr="00D2512A">
        <w:tc>
          <w:tcPr>
            <w:tcW w:w="208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B10217F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Staff member (2)</w:t>
            </w:r>
          </w:p>
        </w:tc>
        <w:tc>
          <w:tcPr>
            <w:tcW w:w="2555" w:type="dxa"/>
            <w:tcBorders>
              <w:left w:val="single" w:sz="2" w:space="0" w:color="auto"/>
            </w:tcBorders>
          </w:tcPr>
          <w:p w14:paraId="04E1B818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01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260119C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Staff member (2) Phone</w:t>
            </w:r>
          </w:p>
        </w:tc>
        <w:tc>
          <w:tcPr>
            <w:tcW w:w="2262" w:type="dxa"/>
            <w:tcBorders>
              <w:left w:val="single" w:sz="2" w:space="0" w:color="auto"/>
            </w:tcBorders>
          </w:tcPr>
          <w:p w14:paraId="1A9083E9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4E7F0AD3" w14:textId="77777777" w:rsidTr="00D2512A">
        <w:tc>
          <w:tcPr>
            <w:tcW w:w="208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99D4E4A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Assessment complete </w:t>
            </w:r>
          </w:p>
        </w:tc>
        <w:tc>
          <w:tcPr>
            <w:tcW w:w="6836" w:type="dxa"/>
            <w:gridSpan w:val="3"/>
            <w:tcBorders>
              <w:left w:val="single" w:sz="2" w:space="0" w:color="auto"/>
            </w:tcBorders>
          </w:tcPr>
          <w:p w14:paraId="02D15603" w14:textId="3F0D6D46" w:rsidR="0036445B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2101862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D2512A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11582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  <w:r w:rsidR="0036445B" w:rsidRPr="00104680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33DD5E7F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23B697C6" w14:textId="77777777" w:rsidTr="00D2512A">
        <w:tc>
          <w:tcPr>
            <w:tcW w:w="208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ACF2594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Assessment outcome</w:t>
            </w:r>
          </w:p>
        </w:tc>
        <w:tc>
          <w:tcPr>
            <w:tcW w:w="6836" w:type="dxa"/>
            <w:gridSpan w:val="3"/>
            <w:tcBorders>
              <w:left w:val="single" w:sz="2" w:space="0" w:color="auto"/>
            </w:tcBorders>
          </w:tcPr>
          <w:p w14:paraId="2634C79D" w14:textId="7777777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937D922" w14:textId="77777777" w:rsidR="00D2512A" w:rsidRPr="00104680" w:rsidRDefault="00D2512A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7E1924D" w14:textId="77777777" w:rsidR="00D2512A" w:rsidRPr="00104680" w:rsidRDefault="00D2512A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EE94DE3" w14:textId="77777777" w:rsidR="0036445B" w:rsidRPr="00104680" w:rsidRDefault="0036445B" w:rsidP="00104680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469"/>
        <w:gridCol w:w="3764"/>
        <w:gridCol w:w="1692"/>
      </w:tblGrid>
      <w:tr w:rsidR="0036445B" w:rsidRPr="00104680" w14:paraId="34B75AF6" w14:textId="77777777" w:rsidTr="47B0311D">
        <w:tc>
          <w:tcPr>
            <w:tcW w:w="3469" w:type="dxa"/>
            <w:shd w:val="clear" w:color="auto" w:fill="D9D9D9" w:themeFill="background1" w:themeFillShade="D9"/>
          </w:tcPr>
          <w:p w14:paraId="475DD7D4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Intake outcome  </w:t>
            </w:r>
          </w:p>
        </w:tc>
        <w:tc>
          <w:tcPr>
            <w:tcW w:w="3764" w:type="dxa"/>
            <w:shd w:val="clear" w:color="auto" w:fill="D9D9D9" w:themeFill="background1" w:themeFillShade="D9"/>
          </w:tcPr>
          <w:p w14:paraId="762DBC19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Follow-up actions</w:t>
            </w:r>
          </w:p>
          <w:p w14:paraId="5396145A" w14:textId="6CDEAD83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D9D9D9" w:themeFill="background1" w:themeFillShade="D9"/>
          </w:tcPr>
          <w:p w14:paraId="3F97918B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Complete</w:t>
            </w:r>
          </w:p>
        </w:tc>
      </w:tr>
      <w:tr w:rsidR="0036445B" w:rsidRPr="00104680" w14:paraId="74614510" w14:textId="77777777" w:rsidTr="47B0311D">
        <w:tc>
          <w:tcPr>
            <w:tcW w:w="3469" w:type="dxa"/>
          </w:tcPr>
          <w:p w14:paraId="7929648F" w14:textId="00B86D10" w:rsidR="0036445B" w:rsidRPr="00104680" w:rsidRDefault="00E34D57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28326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36445B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 w:rsidR="0036445B" w:rsidRPr="00104680">
              <w:rPr>
                <w:rFonts w:ascii="Segoe UI" w:hAnsi="Segoe UI" w:cs="Segoe UI"/>
                <w:sz w:val="22"/>
                <w:szCs w:val="22"/>
              </w:rPr>
              <w:t xml:space="preserve">Provision of service                          </w:t>
            </w:r>
          </w:p>
        </w:tc>
        <w:tc>
          <w:tcPr>
            <w:tcW w:w="3764" w:type="dxa"/>
          </w:tcPr>
          <w:p w14:paraId="4403AFF2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92" w:type="dxa"/>
          </w:tcPr>
          <w:p w14:paraId="3B94B01E" w14:textId="18F04267" w:rsidR="00D2512A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-117563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Yes    </w:t>
            </w: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-1001574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No </w:t>
            </w:r>
          </w:p>
          <w:p w14:paraId="5C81A344" w14:textId="59278A74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69C7B269" w14:textId="77777777" w:rsidTr="47B0311D">
        <w:tc>
          <w:tcPr>
            <w:tcW w:w="3469" w:type="dxa"/>
          </w:tcPr>
          <w:p w14:paraId="52A35D17" w14:textId="0C4F36DF" w:rsidR="0036445B" w:rsidRPr="00104680" w:rsidRDefault="00E34D57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2008397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36445B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D2512A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36445B" w:rsidRPr="00104680">
              <w:rPr>
                <w:rFonts w:ascii="Segoe UI" w:hAnsi="Segoe UI" w:cs="Segoe UI"/>
                <w:sz w:val="22"/>
                <w:szCs w:val="22"/>
              </w:rPr>
              <w:t xml:space="preserve">Place on waiting list </w:t>
            </w:r>
          </w:p>
        </w:tc>
        <w:tc>
          <w:tcPr>
            <w:tcW w:w="3764" w:type="dxa"/>
          </w:tcPr>
          <w:p w14:paraId="603712F2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92" w:type="dxa"/>
          </w:tcPr>
          <w:p w14:paraId="1860E5AB" w14:textId="77777777" w:rsidR="00D2512A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174452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Yes    </w:t>
            </w: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-729694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No </w:t>
            </w:r>
          </w:p>
          <w:p w14:paraId="3BDEB4B7" w14:textId="54755300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40F8357F" w14:textId="77777777" w:rsidTr="47B0311D">
        <w:tc>
          <w:tcPr>
            <w:tcW w:w="3469" w:type="dxa"/>
          </w:tcPr>
          <w:p w14:paraId="2D144F7F" w14:textId="448B6C7A" w:rsidR="0036445B" w:rsidRPr="00104680" w:rsidRDefault="00E34D57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63999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36445B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 w:rsidR="0036445B" w:rsidRPr="00104680">
              <w:rPr>
                <w:rFonts w:ascii="Segoe UI" w:hAnsi="Segoe UI" w:cs="Segoe UI"/>
                <w:sz w:val="22"/>
                <w:szCs w:val="22"/>
              </w:rPr>
              <w:t>Referral to another agency</w:t>
            </w:r>
          </w:p>
        </w:tc>
        <w:tc>
          <w:tcPr>
            <w:tcW w:w="3764" w:type="dxa"/>
          </w:tcPr>
          <w:p w14:paraId="7F3A7D72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92" w:type="dxa"/>
          </w:tcPr>
          <w:p w14:paraId="5CFF835C" w14:textId="77777777" w:rsidR="00D2512A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1734118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Yes    </w:t>
            </w: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14594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No </w:t>
            </w:r>
          </w:p>
          <w:p w14:paraId="01EB751B" w14:textId="585799A7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167600AC" w14:textId="77777777" w:rsidTr="47B0311D">
        <w:trPr>
          <w:trHeight w:val="465"/>
        </w:trPr>
        <w:tc>
          <w:tcPr>
            <w:tcW w:w="3469" w:type="dxa"/>
          </w:tcPr>
          <w:p w14:paraId="0D2914D2" w14:textId="16B87782" w:rsidR="0036445B" w:rsidRPr="00104680" w:rsidRDefault="00E34D57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87869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36445B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 </w:t>
            </w:r>
            <w:r w:rsidR="0036445B" w:rsidRPr="00104680">
              <w:rPr>
                <w:rFonts w:ascii="Segoe UI" w:hAnsi="Segoe UI" w:cs="Segoe UI"/>
                <w:sz w:val="22"/>
                <w:szCs w:val="22"/>
              </w:rPr>
              <w:t>Service access decline</w:t>
            </w:r>
          </w:p>
        </w:tc>
        <w:tc>
          <w:tcPr>
            <w:tcW w:w="3764" w:type="dxa"/>
          </w:tcPr>
          <w:p w14:paraId="7C1071EF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92" w:type="dxa"/>
          </w:tcPr>
          <w:p w14:paraId="2AAB8D86" w14:textId="77777777" w:rsidR="00D2512A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-171958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Yes    </w:t>
            </w: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-1158764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No </w:t>
            </w:r>
          </w:p>
          <w:p w14:paraId="1DEFE020" w14:textId="515F36AA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6445B" w:rsidRPr="00104680" w14:paraId="5D0BCE3C" w14:textId="77777777" w:rsidTr="47B0311D">
        <w:tc>
          <w:tcPr>
            <w:tcW w:w="3469" w:type="dxa"/>
          </w:tcPr>
          <w:p w14:paraId="4804802E" w14:textId="19D144F5" w:rsidR="0036445B" w:rsidRPr="00104680" w:rsidRDefault="00E34D57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544801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36445B"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36445B" w:rsidRPr="00104680">
              <w:rPr>
                <w:rFonts w:ascii="Segoe UI" w:hAnsi="Segoe UI" w:cs="Segoe UI"/>
                <w:sz w:val="22"/>
                <w:szCs w:val="22"/>
              </w:rPr>
              <w:t xml:space="preserve">Other: </w:t>
            </w:r>
          </w:p>
        </w:tc>
        <w:tc>
          <w:tcPr>
            <w:tcW w:w="3764" w:type="dxa"/>
          </w:tcPr>
          <w:p w14:paraId="6FB6394D" w14:textId="77777777" w:rsidR="0036445B" w:rsidRPr="00104680" w:rsidRDefault="0036445B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692" w:type="dxa"/>
          </w:tcPr>
          <w:p w14:paraId="2AF7C8CF" w14:textId="77777777" w:rsidR="00D2512A" w:rsidRPr="00104680" w:rsidRDefault="00E34D57" w:rsidP="00104680">
            <w:pPr>
              <w:spacing w:line="276" w:lineRule="auto"/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172100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Yes    </w:t>
            </w:r>
            <w:sdt>
              <w:sdtPr>
                <w:rPr>
                  <w:rFonts w:ascii="Segoe UI" w:eastAsia="Wingdings 2" w:hAnsi="Segoe UI" w:cs="Segoe UI"/>
                  <w:bCs/>
                  <w:sz w:val="22"/>
                  <w:szCs w:val="22"/>
                </w:rPr>
                <w:id w:val="-1304459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12A" w:rsidRPr="00104680">
                  <w:rPr>
                    <w:rFonts w:ascii="MS Gothic" w:eastAsia="MS Gothic" w:hAnsi="MS Gothic" w:cs="Segoe U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D2512A" w:rsidRPr="00104680">
              <w:rPr>
                <w:rFonts w:ascii="Segoe UI" w:hAnsi="Segoe UI" w:cs="Segoe UI"/>
                <w:bCs/>
                <w:sz w:val="22"/>
                <w:szCs w:val="22"/>
              </w:rPr>
              <w:t xml:space="preserve"> No </w:t>
            </w:r>
          </w:p>
          <w:p w14:paraId="3CC141F3" w14:textId="12612161" w:rsidR="0036445B" w:rsidRPr="00104680" w:rsidRDefault="0036445B" w:rsidP="00104680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8F3AE2A" w14:textId="77777777" w:rsidR="009A787C" w:rsidRPr="00104680" w:rsidRDefault="009A787C" w:rsidP="00104680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p w14:paraId="276D36FC" w14:textId="77777777" w:rsidR="009A787C" w:rsidRPr="00104680" w:rsidRDefault="009A787C" w:rsidP="00104680">
      <w:pPr>
        <w:tabs>
          <w:tab w:val="left" w:pos="960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926"/>
        <w:gridCol w:w="5999"/>
      </w:tblGrid>
      <w:tr w:rsidR="002218B8" w:rsidRPr="00104680" w14:paraId="1667895C" w14:textId="77777777" w:rsidTr="00D2512A">
        <w:trPr>
          <w:trHeight w:val="536"/>
        </w:trPr>
        <w:tc>
          <w:tcPr>
            <w:tcW w:w="292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3E31E17" w14:textId="77777777" w:rsidR="002218B8" w:rsidRPr="00104680" w:rsidRDefault="002218B8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5999" w:type="dxa"/>
            <w:tcBorders>
              <w:left w:val="single" w:sz="2" w:space="0" w:color="auto"/>
            </w:tcBorders>
          </w:tcPr>
          <w:p w14:paraId="5B062934" w14:textId="77777777" w:rsidR="002218B8" w:rsidRPr="00104680" w:rsidRDefault="002218B8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218B8" w:rsidRPr="00104680" w14:paraId="6270733D" w14:textId="77777777" w:rsidTr="00D2512A">
        <w:trPr>
          <w:trHeight w:val="543"/>
        </w:trPr>
        <w:tc>
          <w:tcPr>
            <w:tcW w:w="292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D0D3D41" w14:textId="77777777" w:rsidR="002218B8" w:rsidRPr="00104680" w:rsidRDefault="002218B8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Staff member name </w:t>
            </w:r>
          </w:p>
        </w:tc>
        <w:tc>
          <w:tcPr>
            <w:tcW w:w="5999" w:type="dxa"/>
            <w:tcBorders>
              <w:left w:val="single" w:sz="2" w:space="0" w:color="auto"/>
            </w:tcBorders>
          </w:tcPr>
          <w:p w14:paraId="1FF3AE3F" w14:textId="77777777" w:rsidR="002218B8" w:rsidRPr="00104680" w:rsidRDefault="002218B8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218B8" w:rsidRPr="00104680" w14:paraId="7D20CE20" w14:textId="77777777" w:rsidTr="00D2512A">
        <w:trPr>
          <w:trHeight w:val="685"/>
        </w:trPr>
        <w:tc>
          <w:tcPr>
            <w:tcW w:w="292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F01C886" w14:textId="77777777" w:rsidR="002218B8" w:rsidRPr="00104680" w:rsidRDefault="002218B8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104680">
              <w:rPr>
                <w:rFonts w:ascii="Segoe UI" w:hAnsi="Segoe UI" w:cs="Segoe UI"/>
                <w:b/>
                <w:sz w:val="22"/>
                <w:szCs w:val="22"/>
              </w:rPr>
              <w:t xml:space="preserve">Staff member signature </w:t>
            </w:r>
          </w:p>
        </w:tc>
        <w:tc>
          <w:tcPr>
            <w:tcW w:w="5999" w:type="dxa"/>
            <w:tcBorders>
              <w:left w:val="single" w:sz="2" w:space="0" w:color="auto"/>
            </w:tcBorders>
          </w:tcPr>
          <w:p w14:paraId="52767C98" w14:textId="77777777" w:rsidR="002218B8" w:rsidRPr="00104680" w:rsidRDefault="002218B8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696AABD" w14:textId="77777777" w:rsidR="00285016" w:rsidRPr="00104680" w:rsidRDefault="00285016" w:rsidP="00104680">
            <w:pPr>
              <w:tabs>
                <w:tab w:val="left" w:pos="960"/>
              </w:tabs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E90AE0A" w14:textId="77777777" w:rsidR="004A7944" w:rsidRPr="00104680" w:rsidRDefault="004A7944" w:rsidP="00104680">
      <w:pPr>
        <w:tabs>
          <w:tab w:val="left" w:pos="2086"/>
        </w:tabs>
        <w:spacing w:line="276" w:lineRule="auto"/>
        <w:jc w:val="left"/>
        <w:rPr>
          <w:rFonts w:ascii="Segoe UI" w:hAnsi="Segoe UI" w:cs="Segoe UI"/>
          <w:sz w:val="22"/>
          <w:szCs w:val="22"/>
        </w:rPr>
      </w:pPr>
    </w:p>
    <w:sectPr w:rsidR="004A7944" w:rsidRPr="00104680" w:rsidSect="0009733F">
      <w:footerReference w:type="default" r:id="rId11"/>
      <w:pgSz w:w="11900" w:h="16820"/>
      <w:pgMar w:top="1134" w:right="1552" w:bottom="1134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2FC31" w14:textId="77777777" w:rsidR="00E34D57" w:rsidRDefault="00E34D57" w:rsidP="00F90996">
      <w:r>
        <w:separator/>
      </w:r>
    </w:p>
  </w:endnote>
  <w:endnote w:type="continuationSeparator" w:id="0">
    <w:p w14:paraId="399C74CA" w14:textId="77777777" w:rsidR="00E34D57" w:rsidRDefault="00E34D57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52D0A" w14:textId="5DD4F08F" w:rsidR="009D185F" w:rsidRPr="004F475E" w:rsidRDefault="001F6BBC" w:rsidP="00CE795B">
    <w:pPr>
      <w:pStyle w:val="Footer"/>
      <w:rPr>
        <w:rFonts w:ascii="Segoe UI" w:hAnsi="Segoe UI" w:cs="Segoe UI"/>
      </w:rPr>
    </w:pPr>
    <w:r w:rsidRPr="004F475E">
      <w:rPr>
        <w:rFonts w:ascii="Segoe UI" w:hAnsi="Segoe UI" w:cs="Segoe UI"/>
      </w:rPr>
      <w:t xml:space="preserve">Client </w:t>
    </w:r>
    <w:r w:rsidR="004F475E">
      <w:rPr>
        <w:rFonts w:ascii="Segoe UI" w:hAnsi="Segoe UI" w:cs="Segoe UI"/>
      </w:rPr>
      <w:t>i</w:t>
    </w:r>
    <w:r w:rsidR="00BD6715" w:rsidRPr="004F475E">
      <w:rPr>
        <w:rFonts w:ascii="Segoe UI" w:hAnsi="Segoe UI" w:cs="Segoe UI"/>
      </w:rPr>
      <w:t xml:space="preserve">ntake </w:t>
    </w:r>
    <w:r w:rsidR="004F475E">
      <w:rPr>
        <w:rFonts w:ascii="Segoe UI" w:hAnsi="Segoe UI" w:cs="Segoe UI"/>
      </w:rPr>
      <w:t>f</w:t>
    </w:r>
    <w:r w:rsidRPr="004F475E">
      <w:rPr>
        <w:rFonts w:ascii="Segoe UI" w:hAnsi="Segoe UI" w:cs="Segoe UI"/>
      </w:rPr>
      <w:t>orm</w:t>
    </w:r>
    <w:r w:rsidR="009D185F" w:rsidRPr="004F475E">
      <w:rPr>
        <w:rFonts w:ascii="Segoe UI" w:hAnsi="Segoe UI" w:cs="Segoe UI"/>
      </w:rPr>
      <w:t xml:space="preserve"> </w:t>
    </w:r>
    <w:sdt>
      <w:sdtPr>
        <w:rPr>
          <w:rFonts w:ascii="Segoe UI" w:hAnsi="Segoe UI" w:cs="Segoe UI"/>
        </w:rPr>
        <w:id w:val="-523625099"/>
        <w:docPartObj>
          <w:docPartGallery w:val="Page Numbers (Top of Page)"/>
          <w:docPartUnique/>
        </w:docPartObj>
      </w:sdtPr>
      <w:sdtEndPr/>
      <w:sdtContent>
        <w:r w:rsidR="009D185F" w:rsidRPr="004F475E">
          <w:rPr>
            <w:rFonts w:ascii="Segoe UI" w:hAnsi="Segoe UI" w:cs="Segoe UI"/>
          </w:rPr>
          <w:tab/>
        </w:r>
        <w:r w:rsidR="009D185F" w:rsidRPr="004F475E">
          <w:rPr>
            <w:rFonts w:ascii="Segoe UI" w:hAnsi="Segoe UI" w:cs="Segoe UI"/>
          </w:rPr>
          <w:tab/>
          <w:t xml:space="preserve">Page </w:t>
        </w:r>
        <w:r w:rsidR="009D185F" w:rsidRPr="004F475E">
          <w:rPr>
            <w:rFonts w:ascii="Segoe UI" w:hAnsi="Segoe UI" w:cs="Segoe UI"/>
          </w:rPr>
          <w:fldChar w:fldCharType="begin"/>
        </w:r>
        <w:r w:rsidR="009D185F" w:rsidRPr="004F475E">
          <w:rPr>
            <w:rFonts w:ascii="Segoe UI" w:hAnsi="Segoe UI" w:cs="Segoe UI"/>
          </w:rPr>
          <w:instrText xml:space="preserve"> PAGE </w:instrText>
        </w:r>
        <w:r w:rsidR="009D185F" w:rsidRPr="004F475E">
          <w:rPr>
            <w:rFonts w:ascii="Segoe UI" w:hAnsi="Segoe UI" w:cs="Segoe UI"/>
          </w:rPr>
          <w:fldChar w:fldCharType="separate"/>
        </w:r>
        <w:r w:rsidR="00366BFC" w:rsidRPr="004F475E">
          <w:rPr>
            <w:rFonts w:ascii="Segoe UI" w:hAnsi="Segoe UI" w:cs="Segoe UI"/>
            <w:noProof/>
          </w:rPr>
          <w:t>4</w:t>
        </w:r>
        <w:r w:rsidR="009D185F" w:rsidRPr="004F475E">
          <w:rPr>
            <w:rFonts w:ascii="Segoe UI" w:hAnsi="Segoe UI" w:cs="Segoe UI"/>
          </w:rPr>
          <w:fldChar w:fldCharType="end"/>
        </w:r>
        <w:r w:rsidR="009D185F" w:rsidRPr="004F475E">
          <w:rPr>
            <w:rFonts w:ascii="Segoe UI" w:hAnsi="Segoe UI" w:cs="Segoe UI"/>
          </w:rPr>
          <w:t xml:space="preserve"> of </w:t>
        </w:r>
        <w:r w:rsidRPr="004F475E">
          <w:rPr>
            <w:rFonts w:ascii="Segoe UI" w:hAnsi="Segoe UI" w:cs="Segoe UI"/>
          </w:rPr>
          <w:fldChar w:fldCharType="begin"/>
        </w:r>
        <w:r w:rsidRPr="004F475E">
          <w:rPr>
            <w:rFonts w:ascii="Segoe UI" w:hAnsi="Segoe UI" w:cs="Segoe UI"/>
          </w:rPr>
          <w:instrText>NUMPAGES</w:instrText>
        </w:r>
        <w:r w:rsidRPr="004F475E">
          <w:rPr>
            <w:rFonts w:ascii="Segoe UI" w:hAnsi="Segoe UI" w:cs="Segoe UI"/>
          </w:rPr>
          <w:fldChar w:fldCharType="separate"/>
        </w:r>
        <w:r w:rsidR="00366BFC" w:rsidRPr="004F475E">
          <w:rPr>
            <w:rFonts w:ascii="Segoe UI" w:hAnsi="Segoe UI" w:cs="Segoe UI"/>
            <w:noProof/>
          </w:rPr>
          <w:t>5</w:t>
        </w:r>
        <w:r w:rsidRPr="004F475E">
          <w:rPr>
            <w:rFonts w:ascii="Segoe UI" w:hAnsi="Segoe UI" w:cs="Segoe UI"/>
          </w:rPr>
          <w:fldChar w:fldCharType="end"/>
        </w:r>
      </w:sdtContent>
    </w:sdt>
  </w:p>
  <w:p w14:paraId="68CDAB81" w14:textId="77777777" w:rsidR="009D185F" w:rsidRPr="004F475E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4D7B2" w14:textId="77777777" w:rsidR="00E34D57" w:rsidRDefault="00E34D57" w:rsidP="00F90996">
      <w:r>
        <w:separator/>
      </w:r>
    </w:p>
  </w:footnote>
  <w:footnote w:type="continuationSeparator" w:id="0">
    <w:p w14:paraId="1CFF443E" w14:textId="77777777" w:rsidR="00E34D57" w:rsidRDefault="00E34D57" w:rsidP="00F90996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Keg+uS0mBECgT" int2:id="0mijo5ze">
      <int2:state int2:value="Rejected" int2:type="AugLoop_Text_Critique"/>
    </int2:textHash>
    <int2:textHash int2:hashCode="kv4UVae7TQCfC0" int2:id="EpsNgHv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990071">
    <w:abstractNumId w:val="3"/>
  </w:num>
  <w:num w:numId="2" w16cid:durableId="270938372">
    <w:abstractNumId w:val="0"/>
  </w:num>
  <w:num w:numId="3" w16cid:durableId="1449541620">
    <w:abstractNumId w:val="1"/>
  </w:num>
  <w:num w:numId="4" w16cid:durableId="1037044976">
    <w:abstractNumId w:val="4"/>
  </w:num>
  <w:num w:numId="5" w16cid:durableId="160152966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1776"/>
    <w:rsid w:val="000024DE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373E"/>
    <w:rsid w:val="00076E9B"/>
    <w:rsid w:val="00083AE8"/>
    <w:rsid w:val="00083E45"/>
    <w:rsid w:val="00095D71"/>
    <w:rsid w:val="0009733F"/>
    <w:rsid w:val="000A0270"/>
    <w:rsid w:val="000A6BC5"/>
    <w:rsid w:val="000B3D41"/>
    <w:rsid w:val="000B3EC8"/>
    <w:rsid w:val="000B55D0"/>
    <w:rsid w:val="000C1A88"/>
    <w:rsid w:val="000E2000"/>
    <w:rsid w:val="000E2650"/>
    <w:rsid w:val="000F1FD3"/>
    <w:rsid w:val="000F28C5"/>
    <w:rsid w:val="000F5EC2"/>
    <w:rsid w:val="000F60E1"/>
    <w:rsid w:val="000F6A82"/>
    <w:rsid w:val="000F74BB"/>
    <w:rsid w:val="00104680"/>
    <w:rsid w:val="0011432D"/>
    <w:rsid w:val="00117ADB"/>
    <w:rsid w:val="00131412"/>
    <w:rsid w:val="00141943"/>
    <w:rsid w:val="00152E8B"/>
    <w:rsid w:val="00153B52"/>
    <w:rsid w:val="00186153"/>
    <w:rsid w:val="001932C2"/>
    <w:rsid w:val="001967FE"/>
    <w:rsid w:val="001E10E0"/>
    <w:rsid w:val="001E3C7F"/>
    <w:rsid w:val="001F6885"/>
    <w:rsid w:val="001F6BBC"/>
    <w:rsid w:val="002100BB"/>
    <w:rsid w:val="002145D1"/>
    <w:rsid w:val="00214B46"/>
    <w:rsid w:val="002218B8"/>
    <w:rsid w:val="002307BC"/>
    <w:rsid w:val="00231162"/>
    <w:rsid w:val="002335AB"/>
    <w:rsid w:val="002451B3"/>
    <w:rsid w:val="00252CF2"/>
    <w:rsid w:val="002719A1"/>
    <w:rsid w:val="00274906"/>
    <w:rsid w:val="0028131A"/>
    <w:rsid w:val="00285016"/>
    <w:rsid w:val="00286431"/>
    <w:rsid w:val="0028761F"/>
    <w:rsid w:val="00291AA1"/>
    <w:rsid w:val="00292CE1"/>
    <w:rsid w:val="002A2136"/>
    <w:rsid w:val="002A68C7"/>
    <w:rsid w:val="002B42F4"/>
    <w:rsid w:val="002C2065"/>
    <w:rsid w:val="002C4ECA"/>
    <w:rsid w:val="002D06D4"/>
    <w:rsid w:val="002D6EB2"/>
    <w:rsid w:val="002F0C46"/>
    <w:rsid w:val="002F3776"/>
    <w:rsid w:val="0031459C"/>
    <w:rsid w:val="0032737D"/>
    <w:rsid w:val="00327813"/>
    <w:rsid w:val="00334FCA"/>
    <w:rsid w:val="0033564D"/>
    <w:rsid w:val="003375FA"/>
    <w:rsid w:val="00345FF0"/>
    <w:rsid w:val="00354A3B"/>
    <w:rsid w:val="00363857"/>
    <w:rsid w:val="0036445B"/>
    <w:rsid w:val="003659CE"/>
    <w:rsid w:val="00366BFC"/>
    <w:rsid w:val="003747BA"/>
    <w:rsid w:val="00384F7A"/>
    <w:rsid w:val="0038523D"/>
    <w:rsid w:val="00387BE1"/>
    <w:rsid w:val="00392075"/>
    <w:rsid w:val="00393B23"/>
    <w:rsid w:val="003A0DD6"/>
    <w:rsid w:val="003A216D"/>
    <w:rsid w:val="003B3BC8"/>
    <w:rsid w:val="003B5913"/>
    <w:rsid w:val="003C6BBD"/>
    <w:rsid w:val="003D1708"/>
    <w:rsid w:val="003E3A7F"/>
    <w:rsid w:val="003F13DB"/>
    <w:rsid w:val="00402EE6"/>
    <w:rsid w:val="00407BFA"/>
    <w:rsid w:val="00412F45"/>
    <w:rsid w:val="00422F34"/>
    <w:rsid w:val="00426701"/>
    <w:rsid w:val="004307D7"/>
    <w:rsid w:val="00446173"/>
    <w:rsid w:val="0045115E"/>
    <w:rsid w:val="00473E93"/>
    <w:rsid w:val="00475AAF"/>
    <w:rsid w:val="00486D14"/>
    <w:rsid w:val="00491FEB"/>
    <w:rsid w:val="00493272"/>
    <w:rsid w:val="004932DC"/>
    <w:rsid w:val="00496912"/>
    <w:rsid w:val="00497771"/>
    <w:rsid w:val="004A7944"/>
    <w:rsid w:val="004B0D91"/>
    <w:rsid w:val="004C30C7"/>
    <w:rsid w:val="004C3569"/>
    <w:rsid w:val="004D28B8"/>
    <w:rsid w:val="004D3544"/>
    <w:rsid w:val="004E1056"/>
    <w:rsid w:val="004F2A2C"/>
    <w:rsid w:val="004F475E"/>
    <w:rsid w:val="00503079"/>
    <w:rsid w:val="00506D82"/>
    <w:rsid w:val="005104A6"/>
    <w:rsid w:val="0051123F"/>
    <w:rsid w:val="00521FEC"/>
    <w:rsid w:val="0052367A"/>
    <w:rsid w:val="00536104"/>
    <w:rsid w:val="00536AC3"/>
    <w:rsid w:val="0054290D"/>
    <w:rsid w:val="005512A0"/>
    <w:rsid w:val="005530AD"/>
    <w:rsid w:val="00553E80"/>
    <w:rsid w:val="00555073"/>
    <w:rsid w:val="0057111A"/>
    <w:rsid w:val="00583D94"/>
    <w:rsid w:val="00592C78"/>
    <w:rsid w:val="00595E0C"/>
    <w:rsid w:val="005A0699"/>
    <w:rsid w:val="005A3A9A"/>
    <w:rsid w:val="005A3C52"/>
    <w:rsid w:val="005A540C"/>
    <w:rsid w:val="005B31C7"/>
    <w:rsid w:val="005C7779"/>
    <w:rsid w:val="005D30C0"/>
    <w:rsid w:val="005F2A54"/>
    <w:rsid w:val="005F36C3"/>
    <w:rsid w:val="00602F12"/>
    <w:rsid w:val="00604895"/>
    <w:rsid w:val="00610A59"/>
    <w:rsid w:val="006220D5"/>
    <w:rsid w:val="0062471B"/>
    <w:rsid w:val="006271D7"/>
    <w:rsid w:val="006322A4"/>
    <w:rsid w:val="00632E76"/>
    <w:rsid w:val="0063644F"/>
    <w:rsid w:val="00660B59"/>
    <w:rsid w:val="00670CC7"/>
    <w:rsid w:val="0067305B"/>
    <w:rsid w:val="00685B58"/>
    <w:rsid w:val="00685F25"/>
    <w:rsid w:val="00690A29"/>
    <w:rsid w:val="00694BE7"/>
    <w:rsid w:val="006A5663"/>
    <w:rsid w:val="006B1539"/>
    <w:rsid w:val="006B547F"/>
    <w:rsid w:val="006B6CCE"/>
    <w:rsid w:val="006B6E47"/>
    <w:rsid w:val="006D27DC"/>
    <w:rsid w:val="006D3650"/>
    <w:rsid w:val="006D62B7"/>
    <w:rsid w:val="006E0074"/>
    <w:rsid w:val="006F56A5"/>
    <w:rsid w:val="00714F45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C0BCA"/>
    <w:rsid w:val="007D10AC"/>
    <w:rsid w:val="007D443A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47D21"/>
    <w:rsid w:val="00857DBF"/>
    <w:rsid w:val="00884C43"/>
    <w:rsid w:val="00886745"/>
    <w:rsid w:val="00893AA7"/>
    <w:rsid w:val="008968B5"/>
    <w:rsid w:val="008A61CA"/>
    <w:rsid w:val="008A6861"/>
    <w:rsid w:val="008B251F"/>
    <w:rsid w:val="008C67E9"/>
    <w:rsid w:val="008C7BF9"/>
    <w:rsid w:val="008E0925"/>
    <w:rsid w:val="00913FAA"/>
    <w:rsid w:val="009159DF"/>
    <w:rsid w:val="009205AA"/>
    <w:rsid w:val="00921EE7"/>
    <w:rsid w:val="009447BE"/>
    <w:rsid w:val="00946DD1"/>
    <w:rsid w:val="00957124"/>
    <w:rsid w:val="00964DAD"/>
    <w:rsid w:val="009716A4"/>
    <w:rsid w:val="00973B93"/>
    <w:rsid w:val="009A0BF7"/>
    <w:rsid w:val="009A3DEE"/>
    <w:rsid w:val="009A5418"/>
    <w:rsid w:val="009A787C"/>
    <w:rsid w:val="009C40B1"/>
    <w:rsid w:val="009C7314"/>
    <w:rsid w:val="009D185F"/>
    <w:rsid w:val="009D19D9"/>
    <w:rsid w:val="009D21FD"/>
    <w:rsid w:val="009D50FB"/>
    <w:rsid w:val="009D6D4C"/>
    <w:rsid w:val="009D7A0E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5251D"/>
    <w:rsid w:val="00A56328"/>
    <w:rsid w:val="00A57239"/>
    <w:rsid w:val="00A641DA"/>
    <w:rsid w:val="00A74ACD"/>
    <w:rsid w:val="00A7507C"/>
    <w:rsid w:val="00A76BD4"/>
    <w:rsid w:val="00A9733D"/>
    <w:rsid w:val="00A97FAA"/>
    <w:rsid w:val="00AA6F53"/>
    <w:rsid w:val="00AB4E38"/>
    <w:rsid w:val="00AB7B37"/>
    <w:rsid w:val="00AC07FE"/>
    <w:rsid w:val="00AC0CAD"/>
    <w:rsid w:val="00AC655E"/>
    <w:rsid w:val="00AE1B08"/>
    <w:rsid w:val="00AE2FE6"/>
    <w:rsid w:val="00AF1AFF"/>
    <w:rsid w:val="00AF2879"/>
    <w:rsid w:val="00AF4DAE"/>
    <w:rsid w:val="00AF65A2"/>
    <w:rsid w:val="00B00848"/>
    <w:rsid w:val="00B0568A"/>
    <w:rsid w:val="00B05A85"/>
    <w:rsid w:val="00B13810"/>
    <w:rsid w:val="00B21FAD"/>
    <w:rsid w:val="00B23E9B"/>
    <w:rsid w:val="00B25012"/>
    <w:rsid w:val="00B3070A"/>
    <w:rsid w:val="00B30D91"/>
    <w:rsid w:val="00B41501"/>
    <w:rsid w:val="00B43DEB"/>
    <w:rsid w:val="00B57D3C"/>
    <w:rsid w:val="00B716ED"/>
    <w:rsid w:val="00B71916"/>
    <w:rsid w:val="00B84AA7"/>
    <w:rsid w:val="00B970EE"/>
    <w:rsid w:val="00BA4F75"/>
    <w:rsid w:val="00BA5CF1"/>
    <w:rsid w:val="00BB099E"/>
    <w:rsid w:val="00BB37B4"/>
    <w:rsid w:val="00BB49B0"/>
    <w:rsid w:val="00BD6715"/>
    <w:rsid w:val="00BE2B15"/>
    <w:rsid w:val="00BE2E1D"/>
    <w:rsid w:val="00BF416D"/>
    <w:rsid w:val="00BF4FDC"/>
    <w:rsid w:val="00C0709D"/>
    <w:rsid w:val="00C12951"/>
    <w:rsid w:val="00C21E3F"/>
    <w:rsid w:val="00C2316E"/>
    <w:rsid w:val="00C348FA"/>
    <w:rsid w:val="00C40780"/>
    <w:rsid w:val="00C4753A"/>
    <w:rsid w:val="00C541A5"/>
    <w:rsid w:val="00C568DE"/>
    <w:rsid w:val="00C838A3"/>
    <w:rsid w:val="00C91CBC"/>
    <w:rsid w:val="00C95B8F"/>
    <w:rsid w:val="00CA3BD6"/>
    <w:rsid w:val="00CA6676"/>
    <w:rsid w:val="00CB16AB"/>
    <w:rsid w:val="00CC2ED0"/>
    <w:rsid w:val="00CD4074"/>
    <w:rsid w:val="00CD5398"/>
    <w:rsid w:val="00CE0127"/>
    <w:rsid w:val="00CE0693"/>
    <w:rsid w:val="00CE06BF"/>
    <w:rsid w:val="00CE08AA"/>
    <w:rsid w:val="00CE2F79"/>
    <w:rsid w:val="00CE47AA"/>
    <w:rsid w:val="00CE795B"/>
    <w:rsid w:val="00D017B1"/>
    <w:rsid w:val="00D03192"/>
    <w:rsid w:val="00D10BA3"/>
    <w:rsid w:val="00D14222"/>
    <w:rsid w:val="00D2242A"/>
    <w:rsid w:val="00D2512A"/>
    <w:rsid w:val="00D2746B"/>
    <w:rsid w:val="00D27A3E"/>
    <w:rsid w:val="00D336FA"/>
    <w:rsid w:val="00D35BA2"/>
    <w:rsid w:val="00D46FF3"/>
    <w:rsid w:val="00D47D45"/>
    <w:rsid w:val="00D47EC0"/>
    <w:rsid w:val="00D51903"/>
    <w:rsid w:val="00D60CB5"/>
    <w:rsid w:val="00D70A13"/>
    <w:rsid w:val="00D84855"/>
    <w:rsid w:val="00D94089"/>
    <w:rsid w:val="00DA316F"/>
    <w:rsid w:val="00DA62CF"/>
    <w:rsid w:val="00DB0346"/>
    <w:rsid w:val="00DB1845"/>
    <w:rsid w:val="00DB2134"/>
    <w:rsid w:val="00DB5EC5"/>
    <w:rsid w:val="00DD1F52"/>
    <w:rsid w:val="00DE008D"/>
    <w:rsid w:val="00DE77C9"/>
    <w:rsid w:val="00DF5ABE"/>
    <w:rsid w:val="00E04BC7"/>
    <w:rsid w:val="00E108D8"/>
    <w:rsid w:val="00E118D0"/>
    <w:rsid w:val="00E16E9A"/>
    <w:rsid w:val="00E25030"/>
    <w:rsid w:val="00E311A9"/>
    <w:rsid w:val="00E31E87"/>
    <w:rsid w:val="00E34D57"/>
    <w:rsid w:val="00E4226F"/>
    <w:rsid w:val="00E51970"/>
    <w:rsid w:val="00E55549"/>
    <w:rsid w:val="00E60B28"/>
    <w:rsid w:val="00E60F26"/>
    <w:rsid w:val="00E65F8D"/>
    <w:rsid w:val="00E74A81"/>
    <w:rsid w:val="00E80347"/>
    <w:rsid w:val="00E8668F"/>
    <w:rsid w:val="00E92036"/>
    <w:rsid w:val="00E935FB"/>
    <w:rsid w:val="00E95DAA"/>
    <w:rsid w:val="00EC514B"/>
    <w:rsid w:val="00ED01DB"/>
    <w:rsid w:val="00ED4FCB"/>
    <w:rsid w:val="00EF08BB"/>
    <w:rsid w:val="00EF1048"/>
    <w:rsid w:val="00EF18DE"/>
    <w:rsid w:val="00EF379C"/>
    <w:rsid w:val="00F01839"/>
    <w:rsid w:val="00F103BD"/>
    <w:rsid w:val="00F10799"/>
    <w:rsid w:val="00F130F8"/>
    <w:rsid w:val="00F171C8"/>
    <w:rsid w:val="00F2134B"/>
    <w:rsid w:val="00F24388"/>
    <w:rsid w:val="00F317BF"/>
    <w:rsid w:val="00F404D2"/>
    <w:rsid w:val="00F44E1D"/>
    <w:rsid w:val="00F7267F"/>
    <w:rsid w:val="00F75BC8"/>
    <w:rsid w:val="00F84259"/>
    <w:rsid w:val="00F90996"/>
    <w:rsid w:val="00F90F95"/>
    <w:rsid w:val="00F91BFD"/>
    <w:rsid w:val="00FA5FCE"/>
    <w:rsid w:val="00FB0E2D"/>
    <w:rsid w:val="00FB1A34"/>
    <w:rsid w:val="00FD1BC4"/>
    <w:rsid w:val="00FE69FC"/>
    <w:rsid w:val="00FF03CA"/>
    <w:rsid w:val="0B5E12FA"/>
    <w:rsid w:val="12F2E0DF"/>
    <w:rsid w:val="1387ADE1"/>
    <w:rsid w:val="26FE9253"/>
    <w:rsid w:val="2C971035"/>
    <w:rsid w:val="30A98B72"/>
    <w:rsid w:val="3374056B"/>
    <w:rsid w:val="34B17E45"/>
    <w:rsid w:val="370DA90E"/>
    <w:rsid w:val="381639CA"/>
    <w:rsid w:val="3CA58450"/>
    <w:rsid w:val="407F62E3"/>
    <w:rsid w:val="41BC3EC6"/>
    <w:rsid w:val="42CBC4B5"/>
    <w:rsid w:val="4411BFED"/>
    <w:rsid w:val="47B0311D"/>
    <w:rsid w:val="48141E55"/>
    <w:rsid w:val="5421BC2E"/>
    <w:rsid w:val="5A5A2CA7"/>
    <w:rsid w:val="74C12FE8"/>
    <w:rsid w:val="7957DBBE"/>
    <w:rsid w:val="7F85F9D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C7A390"/>
  <w15:docId w15:val="{249D7EFF-C981-41B3-B501-4DE56D20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64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83E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3E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3E45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E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E45"/>
    <w:rPr>
      <w:rFonts w:ascii="Arial Narrow" w:hAnsi="Arial Narrow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0693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  <SharedWithUsers xmlns="8d9a47a0-73cd-4a78-a4ca-ef96345c8354">
      <UserInfo>
        <DisplayName>Mei Lin Lee</DisplayName>
        <AccountId>234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32FDDB-D4E8-4995-BB38-EEC0489B0B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1A61B4-7362-4E73-A793-E15D6C006310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E9EAAEED-0A7F-4AC8-BFD6-B53110978B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FEFD0-6B15-46A0-826B-1CFD50B1E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28</cp:revision>
  <dcterms:created xsi:type="dcterms:W3CDTF">2021-09-08T07:42:00Z</dcterms:created>
  <dcterms:modified xsi:type="dcterms:W3CDTF">2025-08-19T23:30:00Z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52564a3e-99fa-4207-bbe5-d0fb95617f02</vt:lpwstr>
  </property>
  <property fmtid="{D5CDD505-2E9C-101B-9397-08002B2CF9AE}" pid="4" name="MediaServiceImageTags">
    <vt:lpwstr/>
  </property>
</Properties>
</file>